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88E" w:rsidRPr="005B6368" w:rsidRDefault="009C688E" w:rsidP="00305B30">
      <w:pPr>
        <w:spacing w:line="360" w:lineRule="auto"/>
        <w:ind w:right="2"/>
        <w:jc w:val="center"/>
        <w:rPr>
          <w:rFonts w:ascii="Arial" w:hAnsi="Arial" w:cs="Arial"/>
          <w:b/>
          <w:bCs/>
          <w:color w:val="003366"/>
          <w:spacing w:val="60"/>
        </w:rPr>
      </w:pPr>
      <w:r w:rsidRPr="00B247D9">
        <w:rPr>
          <w:rFonts w:ascii="Arial" w:hAnsi="Arial" w:cs="Arial"/>
        </w:rPr>
        <w:t xml:space="preserve">       </w:t>
      </w:r>
      <w:r w:rsidRPr="001E24A1">
        <w:rPr>
          <w:rFonts w:ascii="Arial" w:hAnsi="Arial" w:cs="Arial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2.5pt;height:62.25pt;visibility:visible" filled="t">
            <v:imagedata r:id="rId7" o:title="" gain="61604f"/>
          </v:shape>
        </w:pict>
      </w:r>
    </w:p>
    <w:p w:rsidR="009C688E" w:rsidRDefault="009C688E" w:rsidP="00305B30">
      <w:pPr>
        <w:shd w:val="clear" w:color="auto" w:fill="FFFFFF"/>
        <w:spacing w:before="105"/>
        <w:ind w:left="567"/>
        <w:jc w:val="center"/>
        <w:rPr>
          <w:rFonts w:ascii="Palatino Linotype" w:hAnsi="Palatino Linotype" w:cs="Palatino Linotype"/>
          <w:b/>
          <w:bCs/>
          <w:color w:val="003366"/>
          <w:spacing w:val="60"/>
          <w:sz w:val="36"/>
          <w:szCs w:val="36"/>
        </w:rPr>
      </w:pPr>
      <w:r>
        <w:rPr>
          <w:rFonts w:ascii="Palatino Linotype" w:hAnsi="Palatino Linotype" w:cs="Palatino Linotype"/>
          <w:b/>
          <w:bCs/>
          <w:color w:val="003366"/>
          <w:spacing w:val="60"/>
          <w:sz w:val="36"/>
          <w:szCs w:val="36"/>
        </w:rPr>
        <w:t>ГЛАВА</w:t>
      </w:r>
    </w:p>
    <w:p w:rsidR="009C688E" w:rsidRDefault="009C688E" w:rsidP="00305B30">
      <w:pPr>
        <w:shd w:val="clear" w:color="auto" w:fill="FFFFFF"/>
        <w:spacing w:before="105" w:line="540" w:lineRule="exact"/>
        <w:jc w:val="center"/>
        <w:rPr>
          <w:rFonts w:ascii="Palatino Linotype" w:hAnsi="Palatino Linotype" w:cs="Palatino Linotype"/>
          <w:b/>
          <w:bCs/>
          <w:color w:val="003366"/>
          <w:spacing w:val="-1"/>
          <w:sz w:val="32"/>
          <w:szCs w:val="32"/>
        </w:rPr>
      </w:pPr>
      <w:r>
        <w:rPr>
          <w:rFonts w:ascii="Palatino Linotype" w:hAnsi="Palatino Linotype" w:cs="Palatino Linotype"/>
          <w:b/>
          <w:bCs/>
          <w:color w:val="003366"/>
          <w:spacing w:val="-1"/>
          <w:sz w:val="32"/>
          <w:szCs w:val="32"/>
        </w:rPr>
        <w:t>ВОЛОКОЛАМСКОГО  МУНИЦИПАЛЬНОГО  РАЙОНА</w:t>
      </w:r>
    </w:p>
    <w:p w:rsidR="009C688E" w:rsidRDefault="009C688E" w:rsidP="00305B30">
      <w:pPr>
        <w:shd w:val="clear" w:color="auto" w:fill="FFFFFF"/>
        <w:spacing w:before="105" w:line="540" w:lineRule="exact"/>
        <w:jc w:val="center"/>
        <w:rPr>
          <w:rFonts w:ascii="Palatino Linotype" w:hAnsi="Palatino Linotype" w:cs="Palatino Linotype"/>
          <w:b/>
          <w:bCs/>
          <w:color w:val="003366"/>
          <w:spacing w:val="-1"/>
          <w:sz w:val="32"/>
          <w:szCs w:val="32"/>
        </w:rPr>
      </w:pPr>
      <w:r>
        <w:rPr>
          <w:rFonts w:ascii="Palatino Linotype" w:hAnsi="Palatino Linotype" w:cs="Palatino Linotype"/>
          <w:b/>
          <w:bCs/>
          <w:color w:val="003366"/>
          <w:spacing w:val="-1"/>
          <w:sz w:val="32"/>
          <w:szCs w:val="32"/>
        </w:rPr>
        <w:t>МОСКОВСКОЙ  ОБЛАСТИ</w:t>
      </w:r>
    </w:p>
    <w:p w:rsidR="009C688E" w:rsidRDefault="009C688E" w:rsidP="00305B30">
      <w:pPr>
        <w:shd w:val="clear" w:color="auto" w:fill="FFFFFF"/>
        <w:spacing w:before="255"/>
        <w:ind w:left="567"/>
        <w:jc w:val="center"/>
        <w:rPr>
          <w:rFonts w:ascii="Palatino Linotype" w:hAnsi="Palatino Linotype" w:cs="Palatino Linotype"/>
          <w:b/>
          <w:bCs/>
          <w:color w:val="003366"/>
          <w:spacing w:val="121"/>
          <w:sz w:val="36"/>
          <w:szCs w:val="36"/>
        </w:rPr>
      </w:pPr>
      <w:r>
        <w:rPr>
          <w:rFonts w:ascii="Palatino Linotype" w:hAnsi="Palatino Linotype" w:cs="Palatino Linotype"/>
          <w:b/>
          <w:bCs/>
          <w:color w:val="003366"/>
          <w:spacing w:val="121"/>
          <w:sz w:val="36"/>
          <w:szCs w:val="36"/>
        </w:rPr>
        <w:t>ПОСТАНОВЛЕНИЕ</w:t>
      </w:r>
    </w:p>
    <w:p w:rsidR="009C688E" w:rsidRDefault="009C688E" w:rsidP="00305B30">
      <w:pPr>
        <w:shd w:val="clear" w:color="auto" w:fill="FFFFFF"/>
        <w:spacing w:before="100" w:after="100"/>
        <w:ind w:left="567"/>
        <w:jc w:val="center"/>
        <w:rPr>
          <w:rFonts w:ascii="Palatino Linotype" w:hAnsi="Palatino Linotype" w:cs="Palatino Linotype"/>
          <w:color w:val="003366"/>
          <w:spacing w:val="121"/>
        </w:rPr>
      </w:pPr>
    </w:p>
    <w:p w:rsidR="009C688E" w:rsidRDefault="009C688E" w:rsidP="00160DF8">
      <w:pPr>
        <w:shd w:val="clear" w:color="auto" w:fill="FFFFFF"/>
        <w:spacing w:before="100" w:after="100"/>
        <w:rPr>
          <w:rFonts w:ascii="Palatino Linotype" w:hAnsi="Palatino Linotype" w:cs="Palatino Linotype"/>
          <w:color w:val="003366"/>
        </w:rPr>
      </w:pPr>
      <w:r>
        <w:rPr>
          <w:rFonts w:ascii="Palatino Linotype" w:hAnsi="Palatino Linotype" w:cs="Palatino Linotype"/>
          <w:color w:val="003366"/>
        </w:rPr>
        <w:t xml:space="preserve">              От___</w:t>
      </w:r>
      <w:r w:rsidRPr="00160DF8">
        <w:rPr>
          <w:rFonts w:ascii="Palatino Linotype" w:hAnsi="Palatino Linotype" w:cs="Palatino Linotype"/>
          <w:color w:val="003366"/>
          <w:u w:val="single"/>
        </w:rPr>
        <w:t>19.08.2013</w:t>
      </w:r>
      <w:r>
        <w:rPr>
          <w:rFonts w:ascii="Palatino Linotype" w:hAnsi="Palatino Linotype" w:cs="Palatino Linotype"/>
          <w:color w:val="003366"/>
        </w:rPr>
        <w:t xml:space="preserve">______                </w:t>
      </w:r>
      <w:r>
        <w:rPr>
          <w:rFonts w:ascii="Palatino Linotype" w:hAnsi="Palatino Linotype" w:cs="Palatino Linotype"/>
          <w:color w:val="003366"/>
        </w:rPr>
        <w:tab/>
      </w:r>
      <w:r>
        <w:rPr>
          <w:rFonts w:ascii="Palatino Linotype" w:hAnsi="Palatino Linotype" w:cs="Palatino Linotype"/>
          <w:color w:val="003366"/>
        </w:rPr>
        <w:tab/>
        <w:t xml:space="preserve">                  №____</w:t>
      </w:r>
      <w:r w:rsidRPr="00160DF8">
        <w:rPr>
          <w:rFonts w:ascii="Palatino Linotype" w:hAnsi="Palatino Linotype" w:cs="Palatino Linotype"/>
          <w:color w:val="003366"/>
          <w:u w:val="single"/>
        </w:rPr>
        <w:t>2492_________</w:t>
      </w:r>
    </w:p>
    <w:p w:rsidR="009C688E" w:rsidRDefault="009C688E" w:rsidP="00305B30">
      <w:pPr>
        <w:shd w:val="clear" w:color="auto" w:fill="FFFFFF"/>
        <w:spacing w:before="100" w:after="100"/>
        <w:ind w:left="567" w:hanging="283"/>
        <w:jc w:val="center"/>
        <w:rPr>
          <w:smallCaps/>
          <w:color w:val="003366"/>
        </w:rPr>
      </w:pPr>
      <w:r>
        <w:rPr>
          <w:smallCaps/>
          <w:color w:val="003366"/>
        </w:rPr>
        <w:t>г. Волоколамск</w:t>
      </w:r>
    </w:p>
    <w:p w:rsidR="009C688E" w:rsidRPr="00694E09" w:rsidRDefault="009C688E" w:rsidP="00694E09">
      <w:pPr>
        <w:pStyle w:val="BodyTextIndent"/>
        <w:tabs>
          <w:tab w:val="left" w:pos="900"/>
        </w:tabs>
        <w:ind w:hanging="142"/>
        <w:rPr>
          <w:rFonts w:ascii="Arial" w:hAnsi="Arial" w:cs="Arial"/>
        </w:rPr>
      </w:pPr>
    </w:p>
    <w:p w:rsidR="009C688E" w:rsidRDefault="009C688E" w:rsidP="00A3671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9C688E" w:rsidRPr="00042A7F" w:rsidRDefault="009C688E" w:rsidP="00A3671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042A7F">
        <w:rPr>
          <w:rFonts w:ascii="Arial" w:hAnsi="Arial" w:cs="Arial"/>
        </w:rPr>
        <w:t xml:space="preserve">О внесении изменений в постановление </w:t>
      </w:r>
    </w:p>
    <w:p w:rsidR="009C688E" w:rsidRPr="00042A7F" w:rsidRDefault="009C688E" w:rsidP="00A3671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042A7F">
        <w:rPr>
          <w:rFonts w:ascii="Arial" w:hAnsi="Arial" w:cs="Arial"/>
        </w:rPr>
        <w:t xml:space="preserve">главы Волоколамского муниципального района от 30.04.2013 № 1298  </w:t>
      </w:r>
    </w:p>
    <w:p w:rsidR="009C688E" w:rsidRPr="00042A7F" w:rsidRDefault="009C688E" w:rsidP="00A3671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042A7F">
        <w:rPr>
          <w:rFonts w:ascii="Arial" w:hAnsi="Arial" w:cs="Arial"/>
        </w:rPr>
        <w:t xml:space="preserve"> </w:t>
      </w:r>
    </w:p>
    <w:p w:rsidR="009C688E" w:rsidRPr="00042A7F" w:rsidRDefault="009C688E" w:rsidP="00A3671C">
      <w:pPr>
        <w:pStyle w:val="BodyTextIndent"/>
        <w:tabs>
          <w:tab w:val="left" w:pos="851"/>
        </w:tabs>
        <w:ind w:hanging="142"/>
        <w:jc w:val="center"/>
        <w:rPr>
          <w:rFonts w:ascii="Arial" w:hAnsi="Arial" w:cs="Arial"/>
        </w:rPr>
      </w:pPr>
    </w:p>
    <w:p w:rsidR="009C688E" w:rsidRPr="00042A7F" w:rsidRDefault="009C688E" w:rsidP="004A2A4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042A7F">
        <w:rPr>
          <w:rFonts w:ascii="Arial" w:hAnsi="Arial" w:cs="Arial"/>
        </w:rPr>
        <w:t xml:space="preserve">        ПОСТАНОВЛЯЮ:</w:t>
      </w:r>
    </w:p>
    <w:p w:rsidR="009C688E" w:rsidRPr="00042A7F" w:rsidRDefault="009C688E" w:rsidP="00E22F9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42A7F">
        <w:rPr>
          <w:rFonts w:ascii="Arial" w:hAnsi="Arial" w:cs="Arial"/>
        </w:rPr>
        <w:t xml:space="preserve">1. Внести в </w:t>
      </w:r>
      <w:hyperlink r:id="rId8" w:history="1">
        <w:r w:rsidRPr="00042A7F">
          <w:rPr>
            <w:rFonts w:ascii="Arial" w:hAnsi="Arial" w:cs="Arial"/>
          </w:rPr>
          <w:t>Положение</w:t>
        </w:r>
      </w:hyperlink>
      <w:r w:rsidRPr="00042A7F">
        <w:rPr>
          <w:rFonts w:ascii="Arial" w:hAnsi="Arial" w:cs="Arial"/>
        </w:rPr>
        <w:t xml:space="preserve"> об оплате труда работников муниципальных учреждений физической культуры и спорта Волоколамского муниципального района Московской области (далее – Положение), утвержденное постановлением главы Волоколамского муниципального района Московской области от 30.04.2013 № 1298 «Об оплате труда работников муниципальных учреждений физической культуры и спорта Волоколамского муниципального района Московской области», следующие изменения:</w:t>
      </w:r>
    </w:p>
    <w:p w:rsidR="009C688E" w:rsidRPr="00042A7F" w:rsidRDefault="009C688E" w:rsidP="00222A5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42A7F">
        <w:rPr>
          <w:rFonts w:ascii="Arial" w:hAnsi="Arial" w:cs="Arial"/>
        </w:rPr>
        <w:t xml:space="preserve">1.2. </w:t>
      </w:r>
      <w:hyperlink r:id="rId9" w:history="1">
        <w:r w:rsidRPr="00042A7F">
          <w:rPr>
            <w:rFonts w:ascii="Arial" w:hAnsi="Arial" w:cs="Arial"/>
          </w:rPr>
          <w:t>Приложение N 1</w:t>
        </w:r>
      </w:hyperlink>
      <w:r w:rsidRPr="00042A7F">
        <w:rPr>
          <w:rFonts w:ascii="Arial" w:hAnsi="Arial" w:cs="Arial"/>
        </w:rPr>
        <w:t xml:space="preserve"> к Положению изложить в новой редакции согласно </w:t>
      </w:r>
      <w:hyperlink r:id="rId10" w:history="1">
        <w:r w:rsidRPr="00042A7F">
          <w:rPr>
            <w:rFonts w:ascii="Arial" w:hAnsi="Arial" w:cs="Arial"/>
          </w:rPr>
          <w:t>приложению N 1</w:t>
        </w:r>
      </w:hyperlink>
      <w:r w:rsidRPr="00042A7F">
        <w:rPr>
          <w:rFonts w:ascii="Arial" w:hAnsi="Arial" w:cs="Arial"/>
        </w:rPr>
        <w:t xml:space="preserve"> к настоящему постановлению.</w:t>
      </w:r>
    </w:p>
    <w:p w:rsidR="009C688E" w:rsidRPr="00042A7F" w:rsidRDefault="009C688E" w:rsidP="00222A5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42A7F">
        <w:rPr>
          <w:rFonts w:ascii="Arial" w:hAnsi="Arial" w:cs="Arial"/>
        </w:rPr>
        <w:t xml:space="preserve">1.3. </w:t>
      </w:r>
      <w:hyperlink r:id="rId11" w:history="1">
        <w:r w:rsidRPr="00042A7F">
          <w:rPr>
            <w:rFonts w:ascii="Arial" w:hAnsi="Arial" w:cs="Arial"/>
          </w:rPr>
          <w:t>Приложение N 2</w:t>
        </w:r>
      </w:hyperlink>
      <w:r w:rsidRPr="00042A7F">
        <w:rPr>
          <w:rFonts w:ascii="Arial" w:hAnsi="Arial" w:cs="Arial"/>
        </w:rPr>
        <w:t xml:space="preserve"> к Положению изложить в новой редакции согласно </w:t>
      </w:r>
      <w:hyperlink r:id="rId12" w:history="1">
        <w:r w:rsidRPr="00042A7F">
          <w:rPr>
            <w:rFonts w:ascii="Arial" w:hAnsi="Arial" w:cs="Arial"/>
          </w:rPr>
          <w:t>приложению N 2</w:t>
        </w:r>
      </w:hyperlink>
      <w:r w:rsidRPr="00042A7F">
        <w:rPr>
          <w:rFonts w:ascii="Arial" w:hAnsi="Arial" w:cs="Arial"/>
        </w:rPr>
        <w:t xml:space="preserve"> к настоящему постановлению.</w:t>
      </w:r>
    </w:p>
    <w:p w:rsidR="009C688E" w:rsidRPr="00042A7F" w:rsidRDefault="009C688E" w:rsidP="00222A5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42A7F">
        <w:rPr>
          <w:rFonts w:ascii="Arial" w:hAnsi="Arial" w:cs="Arial"/>
        </w:rPr>
        <w:t xml:space="preserve">1.4. </w:t>
      </w:r>
      <w:hyperlink r:id="rId13" w:history="1">
        <w:r w:rsidRPr="00042A7F">
          <w:rPr>
            <w:rFonts w:ascii="Arial" w:hAnsi="Arial" w:cs="Arial"/>
          </w:rPr>
          <w:t>Приложение N 3</w:t>
        </w:r>
      </w:hyperlink>
      <w:r w:rsidRPr="00042A7F">
        <w:rPr>
          <w:rFonts w:ascii="Arial" w:hAnsi="Arial" w:cs="Arial"/>
        </w:rPr>
        <w:t xml:space="preserve"> к Положению изложить в новой редакции согласно </w:t>
      </w:r>
      <w:hyperlink r:id="rId14" w:history="1">
        <w:r w:rsidRPr="00042A7F">
          <w:rPr>
            <w:rFonts w:ascii="Arial" w:hAnsi="Arial" w:cs="Arial"/>
          </w:rPr>
          <w:t>приложению N 3</w:t>
        </w:r>
      </w:hyperlink>
      <w:r w:rsidRPr="00042A7F">
        <w:rPr>
          <w:rFonts w:ascii="Arial" w:hAnsi="Arial" w:cs="Arial"/>
        </w:rPr>
        <w:t xml:space="preserve"> к настоящему постановлению.</w:t>
      </w:r>
    </w:p>
    <w:p w:rsidR="009C688E" w:rsidRPr="00042A7F" w:rsidRDefault="009C688E" w:rsidP="00222A5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42A7F">
        <w:rPr>
          <w:rFonts w:ascii="Arial" w:hAnsi="Arial" w:cs="Arial"/>
        </w:rPr>
        <w:t xml:space="preserve">1.5. </w:t>
      </w:r>
      <w:hyperlink r:id="rId15" w:history="1">
        <w:r w:rsidRPr="00042A7F">
          <w:rPr>
            <w:rFonts w:ascii="Arial" w:hAnsi="Arial" w:cs="Arial"/>
          </w:rPr>
          <w:t>Приложение N 4</w:t>
        </w:r>
      </w:hyperlink>
      <w:r w:rsidRPr="00042A7F">
        <w:rPr>
          <w:rFonts w:ascii="Arial" w:hAnsi="Arial" w:cs="Arial"/>
        </w:rPr>
        <w:t xml:space="preserve"> к Положению изложить в новой редакции согласно </w:t>
      </w:r>
      <w:hyperlink r:id="rId16" w:history="1">
        <w:r w:rsidRPr="00042A7F">
          <w:rPr>
            <w:rFonts w:ascii="Arial" w:hAnsi="Arial" w:cs="Arial"/>
          </w:rPr>
          <w:t>приложению N 4</w:t>
        </w:r>
      </w:hyperlink>
      <w:r w:rsidRPr="00042A7F">
        <w:rPr>
          <w:rFonts w:ascii="Arial" w:hAnsi="Arial" w:cs="Arial"/>
        </w:rPr>
        <w:t xml:space="preserve"> к настоящему постановлению.</w:t>
      </w:r>
    </w:p>
    <w:p w:rsidR="009C688E" w:rsidRPr="00042A7F" w:rsidRDefault="009C688E" w:rsidP="004A2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42A7F">
        <w:rPr>
          <w:rFonts w:ascii="Arial" w:hAnsi="Arial" w:cs="Arial"/>
        </w:rPr>
        <w:t>2. Настоящее постановление вступает в силу с 1 сентября 2013 года.</w:t>
      </w:r>
    </w:p>
    <w:p w:rsidR="009C688E" w:rsidRPr="00042A7F" w:rsidRDefault="009C688E" w:rsidP="004A2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42A7F">
        <w:rPr>
          <w:rFonts w:ascii="Arial" w:hAnsi="Arial" w:cs="Arial"/>
        </w:rPr>
        <w:t>3. Опубликовать настоящее постановление в газете «Волоколамский край» и разместить на официальном информационном Интернет-сайте администрации Волоколамского муниципального района Московской области.</w:t>
      </w:r>
    </w:p>
    <w:p w:rsidR="009C688E" w:rsidRPr="00042A7F" w:rsidRDefault="009C688E" w:rsidP="004A2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42A7F">
        <w:rPr>
          <w:rFonts w:ascii="Arial" w:hAnsi="Arial" w:cs="Arial"/>
        </w:rPr>
        <w:t>4. Контроль за исполнением настоящего постановления возложить на заместителя главы администрации Волоколамского муниципального района Е.И. Федосееву.</w:t>
      </w:r>
    </w:p>
    <w:p w:rsidR="009C688E" w:rsidRPr="00042A7F" w:rsidRDefault="009C688E" w:rsidP="00A3671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C688E" w:rsidRPr="00042A7F" w:rsidRDefault="009C688E" w:rsidP="00A3671C">
      <w:pPr>
        <w:pStyle w:val="BodyTextIndent"/>
        <w:tabs>
          <w:tab w:val="left" w:pos="851"/>
        </w:tabs>
        <w:ind w:hanging="142"/>
        <w:jc w:val="center"/>
        <w:rPr>
          <w:rFonts w:ascii="Arial" w:hAnsi="Arial" w:cs="Arial"/>
        </w:rPr>
      </w:pPr>
      <w:r w:rsidRPr="00042A7F">
        <w:rPr>
          <w:rFonts w:ascii="Arial" w:hAnsi="Arial" w:cs="Arial"/>
        </w:rPr>
        <w:t xml:space="preserve">  </w:t>
      </w:r>
    </w:p>
    <w:p w:rsidR="009C688E" w:rsidRPr="00042A7F" w:rsidRDefault="009C688E" w:rsidP="00A3671C">
      <w:pPr>
        <w:pStyle w:val="BodyTextIndent"/>
        <w:tabs>
          <w:tab w:val="left" w:pos="543"/>
        </w:tabs>
        <w:ind w:hanging="142"/>
        <w:rPr>
          <w:rFonts w:ascii="Arial" w:hAnsi="Arial" w:cs="Arial"/>
        </w:rPr>
      </w:pPr>
      <w:r w:rsidRPr="00042A7F">
        <w:rPr>
          <w:rFonts w:ascii="Arial" w:hAnsi="Arial" w:cs="Arial"/>
        </w:rPr>
        <w:tab/>
      </w:r>
    </w:p>
    <w:p w:rsidR="009C688E" w:rsidRPr="00042A7F" w:rsidRDefault="009C688E" w:rsidP="00A3671C">
      <w:pPr>
        <w:pStyle w:val="BodyTextIndent"/>
        <w:tabs>
          <w:tab w:val="left" w:pos="543"/>
        </w:tabs>
        <w:ind w:hanging="142"/>
        <w:rPr>
          <w:rFonts w:ascii="Arial" w:hAnsi="Arial" w:cs="Arial"/>
        </w:rPr>
      </w:pPr>
      <w:r w:rsidRPr="00042A7F">
        <w:rPr>
          <w:rFonts w:ascii="Arial" w:hAnsi="Arial" w:cs="Arial"/>
        </w:rPr>
        <w:t xml:space="preserve">Глава </w:t>
      </w:r>
    </w:p>
    <w:p w:rsidR="009C688E" w:rsidRDefault="009C688E" w:rsidP="00AC742D">
      <w:pPr>
        <w:pStyle w:val="BodyTextIndent"/>
        <w:tabs>
          <w:tab w:val="left" w:pos="543"/>
        </w:tabs>
        <w:ind w:hanging="142"/>
        <w:rPr>
          <w:rFonts w:ascii="Arial" w:hAnsi="Arial" w:cs="Arial"/>
        </w:rPr>
      </w:pPr>
      <w:r w:rsidRPr="00042A7F">
        <w:rPr>
          <w:rFonts w:ascii="Arial" w:hAnsi="Arial" w:cs="Arial"/>
        </w:rPr>
        <w:t>Волоколамского муниципаль</w:t>
      </w:r>
      <w:r>
        <w:rPr>
          <w:rFonts w:ascii="Arial" w:hAnsi="Arial" w:cs="Arial"/>
        </w:rPr>
        <w:t xml:space="preserve">ного района                 </w:t>
      </w:r>
      <w:r w:rsidRPr="00042A7F">
        <w:rPr>
          <w:rFonts w:ascii="Arial" w:hAnsi="Arial" w:cs="Arial"/>
        </w:rPr>
        <w:t xml:space="preserve">   В.Н. Карабанов</w:t>
      </w:r>
    </w:p>
    <w:p w:rsidR="009C688E" w:rsidRDefault="009C688E" w:rsidP="005137C8">
      <w:pPr>
        <w:tabs>
          <w:tab w:val="left" w:pos="7783"/>
        </w:tabs>
        <w:jc w:val="both"/>
        <w:rPr>
          <w:rFonts w:ascii="Arial" w:hAnsi="Arial" w:cs="Arial"/>
        </w:rPr>
      </w:pPr>
    </w:p>
    <w:sectPr w:rsidR="009C688E" w:rsidSect="006B565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88E" w:rsidRDefault="009C688E">
      <w:r>
        <w:separator/>
      </w:r>
    </w:p>
  </w:endnote>
  <w:endnote w:type="continuationSeparator" w:id="0">
    <w:p w:rsidR="009C688E" w:rsidRDefault="009C68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88E" w:rsidRDefault="009C688E">
      <w:r>
        <w:separator/>
      </w:r>
    </w:p>
  </w:footnote>
  <w:footnote w:type="continuationSeparator" w:id="0">
    <w:p w:rsidR="009C688E" w:rsidRDefault="009C68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66C6"/>
    <w:multiLevelType w:val="hybridMultilevel"/>
    <w:tmpl w:val="70586718"/>
    <w:lvl w:ilvl="0" w:tplc="BB7ADC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D6F5A"/>
    <w:multiLevelType w:val="hybridMultilevel"/>
    <w:tmpl w:val="B024C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8F6673"/>
    <w:multiLevelType w:val="hybridMultilevel"/>
    <w:tmpl w:val="07D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E714C2"/>
    <w:multiLevelType w:val="hybridMultilevel"/>
    <w:tmpl w:val="5A5AB054"/>
    <w:lvl w:ilvl="0" w:tplc="5AB09C14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76811D7"/>
    <w:multiLevelType w:val="hybridMultilevel"/>
    <w:tmpl w:val="B024C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81"/>
  <w:drawingGridVerticalSpacing w:val="18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4E09"/>
    <w:rsid w:val="00005671"/>
    <w:rsid w:val="00010EB7"/>
    <w:rsid w:val="0001493B"/>
    <w:rsid w:val="000165D2"/>
    <w:rsid w:val="00020FA5"/>
    <w:rsid w:val="000234A8"/>
    <w:rsid w:val="00023E14"/>
    <w:rsid w:val="00024845"/>
    <w:rsid w:val="00026DB6"/>
    <w:rsid w:val="00033B54"/>
    <w:rsid w:val="00040C8E"/>
    <w:rsid w:val="00041B78"/>
    <w:rsid w:val="00041C2D"/>
    <w:rsid w:val="00042A7F"/>
    <w:rsid w:val="00042BD6"/>
    <w:rsid w:val="00044581"/>
    <w:rsid w:val="00044EBF"/>
    <w:rsid w:val="00045AA1"/>
    <w:rsid w:val="00052B5B"/>
    <w:rsid w:val="00056A80"/>
    <w:rsid w:val="00063848"/>
    <w:rsid w:val="000704BA"/>
    <w:rsid w:val="00075681"/>
    <w:rsid w:val="00082933"/>
    <w:rsid w:val="00082FC5"/>
    <w:rsid w:val="000839C7"/>
    <w:rsid w:val="00084DB0"/>
    <w:rsid w:val="00087913"/>
    <w:rsid w:val="00090876"/>
    <w:rsid w:val="00094192"/>
    <w:rsid w:val="00094AA5"/>
    <w:rsid w:val="0009507A"/>
    <w:rsid w:val="00096C3B"/>
    <w:rsid w:val="00097A53"/>
    <w:rsid w:val="000A298D"/>
    <w:rsid w:val="000A4716"/>
    <w:rsid w:val="000A5E9B"/>
    <w:rsid w:val="000A6968"/>
    <w:rsid w:val="000B3086"/>
    <w:rsid w:val="000B5692"/>
    <w:rsid w:val="000B7216"/>
    <w:rsid w:val="000C0A60"/>
    <w:rsid w:val="000C1A3A"/>
    <w:rsid w:val="000C2567"/>
    <w:rsid w:val="000C386B"/>
    <w:rsid w:val="000C533B"/>
    <w:rsid w:val="000D4974"/>
    <w:rsid w:val="000D6B55"/>
    <w:rsid w:val="000E392A"/>
    <w:rsid w:val="000E51C8"/>
    <w:rsid w:val="000E5A56"/>
    <w:rsid w:val="000E74BE"/>
    <w:rsid w:val="000E7977"/>
    <w:rsid w:val="000F06E7"/>
    <w:rsid w:val="000F303A"/>
    <w:rsid w:val="000F576F"/>
    <w:rsid w:val="00100A9A"/>
    <w:rsid w:val="00105A3D"/>
    <w:rsid w:val="0010702A"/>
    <w:rsid w:val="00116C5B"/>
    <w:rsid w:val="00124846"/>
    <w:rsid w:val="00126035"/>
    <w:rsid w:val="001263C3"/>
    <w:rsid w:val="00126E5D"/>
    <w:rsid w:val="001270DB"/>
    <w:rsid w:val="001341D1"/>
    <w:rsid w:val="0013609A"/>
    <w:rsid w:val="00142208"/>
    <w:rsid w:val="0014252A"/>
    <w:rsid w:val="00146B56"/>
    <w:rsid w:val="0014752B"/>
    <w:rsid w:val="001570CF"/>
    <w:rsid w:val="00157ACD"/>
    <w:rsid w:val="0016073E"/>
    <w:rsid w:val="00160DF8"/>
    <w:rsid w:val="00162C7A"/>
    <w:rsid w:val="00165E43"/>
    <w:rsid w:val="00166B7D"/>
    <w:rsid w:val="0017025C"/>
    <w:rsid w:val="00172316"/>
    <w:rsid w:val="00172EBB"/>
    <w:rsid w:val="0017337A"/>
    <w:rsid w:val="00176821"/>
    <w:rsid w:val="00180D2A"/>
    <w:rsid w:val="00183F5F"/>
    <w:rsid w:val="00190536"/>
    <w:rsid w:val="001A3E69"/>
    <w:rsid w:val="001A6298"/>
    <w:rsid w:val="001B2430"/>
    <w:rsid w:val="001B29EE"/>
    <w:rsid w:val="001B335B"/>
    <w:rsid w:val="001B40B2"/>
    <w:rsid w:val="001B5484"/>
    <w:rsid w:val="001B5CC2"/>
    <w:rsid w:val="001B7A5A"/>
    <w:rsid w:val="001B7B6D"/>
    <w:rsid w:val="001C5B8E"/>
    <w:rsid w:val="001C660D"/>
    <w:rsid w:val="001D527C"/>
    <w:rsid w:val="001D6264"/>
    <w:rsid w:val="001D6C83"/>
    <w:rsid w:val="001E24A1"/>
    <w:rsid w:val="001E41D9"/>
    <w:rsid w:val="001E519F"/>
    <w:rsid w:val="001E526E"/>
    <w:rsid w:val="001E53AD"/>
    <w:rsid w:val="001E6867"/>
    <w:rsid w:val="001E7AB4"/>
    <w:rsid w:val="001F37C7"/>
    <w:rsid w:val="001F43CC"/>
    <w:rsid w:val="001F6186"/>
    <w:rsid w:val="0020039D"/>
    <w:rsid w:val="00200DCD"/>
    <w:rsid w:val="00201F47"/>
    <w:rsid w:val="002063D9"/>
    <w:rsid w:val="00207C22"/>
    <w:rsid w:val="002111DB"/>
    <w:rsid w:val="0021447D"/>
    <w:rsid w:val="0021483E"/>
    <w:rsid w:val="00215674"/>
    <w:rsid w:val="00222A59"/>
    <w:rsid w:val="00226923"/>
    <w:rsid w:val="00232CE8"/>
    <w:rsid w:val="00232F9C"/>
    <w:rsid w:val="00233E15"/>
    <w:rsid w:val="00236E6A"/>
    <w:rsid w:val="002410F1"/>
    <w:rsid w:val="00241FFD"/>
    <w:rsid w:val="002440C6"/>
    <w:rsid w:val="00244224"/>
    <w:rsid w:val="0024550B"/>
    <w:rsid w:val="002466CB"/>
    <w:rsid w:val="00247A5C"/>
    <w:rsid w:val="00247DDE"/>
    <w:rsid w:val="002511B8"/>
    <w:rsid w:val="00253F27"/>
    <w:rsid w:val="00254F26"/>
    <w:rsid w:val="00256648"/>
    <w:rsid w:val="00260CFB"/>
    <w:rsid w:val="00260DC4"/>
    <w:rsid w:val="00262F41"/>
    <w:rsid w:val="00263043"/>
    <w:rsid w:val="0026794A"/>
    <w:rsid w:val="00267F77"/>
    <w:rsid w:val="00271A98"/>
    <w:rsid w:val="00272261"/>
    <w:rsid w:val="00275E7E"/>
    <w:rsid w:val="00276B9C"/>
    <w:rsid w:val="00276F1D"/>
    <w:rsid w:val="00280E47"/>
    <w:rsid w:val="002813B2"/>
    <w:rsid w:val="0028255B"/>
    <w:rsid w:val="00283651"/>
    <w:rsid w:val="00283843"/>
    <w:rsid w:val="0028410A"/>
    <w:rsid w:val="00284644"/>
    <w:rsid w:val="002875C5"/>
    <w:rsid w:val="00290327"/>
    <w:rsid w:val="00292F24"/>
    <w:rsid w:val="0029522E"/>
    <w:rsid w:val="002A1D04"/>
    <w:rsid w:val="002A3093"/>
    <w:rsid w:val="002A4044"/>
    <w:rsid w:val="002A459D"/>
    <w:rsid w:val="002A4A53"/>
    <w:rsid w:val="002A56B1"/>
    <w:rsid w:val="002A6525"/>
    <w:rsid w:val="002A7F63"/>
    <w:rsid w:val="002B12B9"/>
    <w:rsid w:val="002B3CFB"/>
    <w:rsid w:val="002B4CDF"/>
    <w:rsid w:val="002C26CE"/>
    <w:rsid w:val="002C3A64"/>
    <w:rsid w:val="002C44BF"/>
    <w:rsid w:val="002C60BE"/>
    <w:rsid w:val="002D05F2"/>
    <w:rsid w:val="002D191A"/>
    <w:rsid w:val="002D2B1A"/>
    <w:rsid w:val="002D3A65"/>
    <w:rsid w:val="002D4C7E"/>
    <w:rsid w:val="002D74DA"/>
    <w:rsid w:val="002D76E8"/>
    <w:rsid w:val="002F5B30"/>
    <w:rsid w:val="002F64E9"/>
    <w:rsid w:val="002F7AF1"/>
    <w:rsid w:val="002F7F25"/>
    <w:rsid w:val="003001A3"/>
    <w:rsid w:val="003030CC"/>
    <w:rsid w:val="003042FC"/>
    <w:rsid w:val="00305B30"/>
    <w:rsid w:val="0031172C"/>
    <w:rsid w:val="00312101"/>
    <w:rsid w:val="0031639C"/>
    <w:rsid w:val="003179B8"/>
    <w:rsid w:val="00323052"/>
    <w:rsid w:val="00323EE3"/>
    <w:rsid w:val="003246B2"/>
    <w:rsid w:val="0032475B"/>
    <w:rsid w:val="00325504"/>
    <w:rsid w:val="00326338"/>
    <w:rsid w:val="00326458"/>
    <w:rsid w:val="0032670B"/>
    <w:rsid w:val="00331DC0"/>
    <w:rsid w:val="00332D5C"/>
    <w:rsid w:val="003330E3"/>
    <w:rsid w:val="0033533E"/>
    <w:rsid w:val="00341702"/>
    <w:rsid w:val="00343066"/>
    <w:rsid w:val="00343817"/>
    <w:rsid w:val="00344AD9"/>
    <w:rsid w:val="003463F3"/>
    <w:rsid w:val="0034640C"/>
    <w:rsid w:val="00346930"/>
    <w:rsid w:val="0034764E"/>
    <w:rsid w:val="003506E5"/>
    <w:rsid w:val="00352595"/>
    <w:rsid w:val="003552B1"/>
    <w:rsid w:val="00360D9B"/>
    <w:rsid w:val="00361974"/>
    <w:rsid w:val="00361F00"/>
    <w:rsid w:val="0036338A"/>
    <w:rsid w:val="003701BE"/>
    <w:rsid w:val="00372C2F"/>
    <w:rsid w:val="00375695"/>
    <w:rsid w:val="00377107"/>
    <w:rsid w:val="00381841"/>
    <w:rsid w:val="00385AEE"/>
    <w:rsid w:val="00386807"/>
    <w:rsid w:val="00394668"/>
    <w:rsid w:val="00394F51"/>
    <w:rsid w:val="003A0E70"/>
    <w:rsid w:val="003A1E7E"/>
    <w:rsid w:val="003A22EF"/>
    <w:rsid w:val="003A5138"/>
    <w:rsid w:val="003A58EA"/>
    <w:rsid w:val="003A62A3"/>
    <w:rsid w:val="003B2859"/>
    <w:rsid w:val="003B2FCA"/>
    <w:rsid w:val="003B37E7"/>
    <w:rsid w:val="003B38BA"/>
    <w:rsid w:val="003B4AF0"/>
    <w:rsid w:val="003B4C66"/>
    <w:rsid w:val="003B5191"/>
    <w:rsid w:val="003B781F"/>
    <w:rsid w:val="003C35FB"/>
    <w:rsid w:val="003C4C3F"/>
    <w:rsid w:val="003C4DAA"/>
    <w:rsid w:val="003C701D"/>
    <w:rsid w:val="003D01FB"/>
    <w:rsid w:val="003D037E"/>
    <w:rsid w:val="003D0BA9"/>
    <w:rsid w:val="003D2F69"/>
    <w:rsid w:val="003D648A"/>
    <w:rsid w:val="003E06FB"/>
    <w:rsid w:val="003E5D91"/>
    <w:rsid w:val="003E633E"/>
    <w:rsid w:val="003E7403"/>
    <w:rsid w:val="003F0512"/>
    <w:rsid w:val="003F192B"/>
    <w:rsid w:val="004067A2"/>
    <w:rsid w:val="00407644"/>
    <w:rsid w:val="004078FB"/>
    <w:rsid w:val="00410EFA"/>
    <w:rsid w:val="0041117C"/>
    <w:rsid w:val="00414930"/>
    <w:rsid w:val="00416670"/>
    <w:rsid w:val="00421681"/>
    <w:rsid w:val="00422139"/>
    <w:rsid w:val="00422A7C"/>
    <w:rsid w:val="00427E20"/>
    <w:rsid w:val="0043150A"/>
    <w:rsid w:val="00431989"/>
    <w:rsid w:val="004347B8"/>
    <w:rsid w:val="00434D63"/>
    <w:rsid w:val="00437924"/>
    <w:rsid w:val="00443B16"/>
    <w:rsid w:val="004453E6"/>
    <w:rsid w:val="004454B0"/>
    <w:rsid w:val="004459C3"/>
    <w:rsid w:val="00445DEF"/>
    <w:rsid w:val="00446533"/>
    <w:rsid w:val="00452EE8"/>
    <w:rsid w:val="00456B7F"/>
    <w:rsid w:val="00457769"/>
    <w:rsid w:val="00460CAC"/>
    <w:rsid w:val="00462685"/>
    <w:rsid w:val="004705C2"/>
    <w:rsid w:val="004714D9"/>
    <w:rsid w:val="00471BE7"/>
    <w:rsid w:val="0047339B"/>
    <w:rsid w:val="00474B68"/>
    <w:rsid w:val="0047618A"/>
    <w:rsid w:val="004761AA"/>
    <w:rsid w:val="004764F2"/>
    <w:rsid w:val="00476C5F"/>
    <w:rsid w:val="00480B89"/>
    <w:rsid w:val="004814F7"/>
    <w:rsid w:val="00481D58"/>
    <w:rsid w:val="00483100"/>
    <w:rsid w:val="00483B3D"/>
    <w:rsid w:val="004847F1"/>
    <w:rsid w:val="00490987"/>
    <w:rsid w:val="0049110D"/>
    <w:rsid w:val="00492857"/>
    <w:rsid w:val="00493560"/>
    <w:rsid w:val="004A2A46"/>
    <w:rsid w:val="004A6AF7"/>
    <w:rsid w:val="004B0630"/>
    <w:rsid w:val="004B2556"/>
    <w:rsid w:val="004B46F3"/>
    <w:rsid w:val="004B65F4"/>
    <w:rsid w:val="004C02F4"/>
    <w:rsid w:val="004C1D98"/>
    <w:rsid w:val="004C40C5"/>
    <w:rsid w:val="004C455A"/>
    <w:rsid w:val="004C478B"/>
    <w:rsid w:val="004C50A9"/>
    <w:rsid w:val="004C5FFA"/>
    <w:rsid w:val="004E060E"/>
    <w:rsid w:val="004E18AF"/>
    <w:rsid w:val="004E428A"/>
    <w:rsid w:val="004E6429"/>
    <w:rsid w:val="004E76BE"/>
    <w:rsid w:val="004F1A40"/>
    <w:rsid w:val="004F1B3E"/>
    <w:rsid w:val="004F245A"/>
    <w:rsid w:val="004F2FEB"/>
    <w:rsid w:val="004F4788"/>
    <w:rsid w:val="004F558B"/>
    <w:rsid w:val="004F7C6F"/>
    <w:rsid w:val="004F7F18"/>
    <w:rsid w:val="00502C9F"/>
    <w:rsid w:val="005055D8"/>
    <w:rsid w:val="00506A5F"/>
    <w:rsid w:val="005135C9"/>
    <w:rsid w:val="005137C8"/>
    <w:rsid w:val="00515886"/>
    <w:rsid w:val="005212B5"/>
    <w:rsid w:val="0052247B"/>
    <w:rsid w:val="005230D8"/>
    <w:rsid w:val="00523B1B"/>
    <w:rsid w:val="00526E69"/>
    <w:rsid w:val="0053146A"/>
    <w:rsid w:val="0053227C"/>
    <w:rsid w:val="00534DE9"/>
    <w:rsid w:val="00536100"/>
    <w:rsid w:val="00540699"/>
    <w:rsid w:val="00540B7F"/>
    <w:rsid w:val="00542876"/>
    <w:rsid w:val="00546D93"/>
    <w:rsid w:val="005503EA"/>
    <w:rsid w:val="0055063A"/>
    <w:rsid w:val="0055703F"/>
    <w:rsid w:val="00560AB7"/>
    <w:rsid w:val="0056299A"/>
    <w:rsid w:val="0056496F"/>
    <w:rsid w:val="005650DB"/>
    <w:rsid w:val="00566644"/>
    <w:rsid w:val="00570A3B"/>
    <w:rsid w:val="00570B9F"/>
    <w:rsid w:val="0057244D"/>
    <w:rsid w:val="005750E7"/>
    <w:rsid w:val="005762F3"/>
    <w:rsid w:val="00576DAC"/>
    <w:rsid w:val="005777D0"/>
    <w:rsid w:val="00581140"/>
    <w:rsid w:val="00581F45"/>
    <w:rsid w:val="00584FC4"/>
    <w:rsid w:val="005854DB"/>
    <w:rsid w:val="0058660B"/>
    <w:rsid w:val="00586695"/>
    <w:rsid w:val="00586F7D"/>
    <w:rsid w:val="0058777C"/>
    <w:rsid w:val="0059232B"/>
    <w:rsid w:val="00593E2C"/>
    <w:rsid w:val="00596882"/>
    <w:rsid w:val="005A025E"/>
    <w:rsid w:val="005A206C"/>
    <w:rsid w:val="005A2B54"/>
    <w:rsid w:val="005A2EE7"/>
    <w:rsid w:val="005B5197"/>
    <w:rsid w:val="005B6368"/>
    <w:rsid w:val="005C25E4"/>
    <w:rsid w:val="005C5A51"/>
    <w:rsid w:val="005C6167"/>
    <w:rsid w:val="005D1D29"/>
    <w:rsid w:val="005D4F9D"/>
    <w:rsid w:val="005D5A48"/>
    <w:rsid w:val="005D5BB9"/>
    <w:rsid w:val="005D7725"/>
    <w:rsid w:val="005E10C8"/>
    <w:rsid w:val="005E131E"/>
    <w:rsid w:val="005F13B9"/>
    <w:rsid w:val="005F2675"/>
    <w:rsid w:val="005F3263"/>
    <w:rsid w:val="005F6071"/>
    <w:rsid w:val="005F75D7"/>
    <w:rsid w:val="00601F8B"/>
    <w:rsid w:val="0060242C"/>
    <w:rsid w:val="006025F9"/>
    <w:rsid w:val="0060481A"/>
    <w:rsid w:val="00607D55"/>
    <w:rsid w:val="00611329"/>
    <w:rsid w:val="00611E72"/>
    <w:rsid w:val="006123F2"/>
    <w:rsid w:val="00614696"/>
    <w:rsid w:val="00615A41"/>
    <w:rsid w:val="00616691"/>
    <w:rsid w:val="006215C2"/>
    <w:rsid w:val="006217A4"/>
    <w:rsid w:val="00622990"/>
    <w:rsid w:val="00627145"/>
    <w:rsid w:val="00631F7C"/>
    <w:rsid w:val="00635EBE"/>
    <w:rsid w:val="006366DB"/>
    <w:rsid w:val="00636EF4"/>
    <w:rsid w:val="00637346"/>
    <w:rsid w:val="00642EDD"/>
    <w:rsid w:val="00645814"/>
    <w:rsid w:val="0064653C"/>
    <w:rsid w:val="00646F08"/>
    <w:rsid w:val="0064783E"/>
    <w:rsid w:val="006511B4"/>
    <w:rsid w:val="0065228D"/>
    <w:rsid w:val="00652FA8"/>
    <w:rsid w:val="0065396B"/>
    <w:rsid w:val="00655601"/>
    <w:rsid w:val="0065613B"/>
    <w:rsid w:val="00657206"/>
    <w:rsid w:val="00660073"/>
    <w:rsid w:val="00660715"/>
    <w:rsid w:val="00661C3E"/>
    <w:rsid w:val="00663CA7"/>
    <w:rsid w:val="00663F6B"/>
    <w:rsid w:val="006640BE"/>
    <w:rsid w:val="006644A0"/>
    <w:rsid w:val="00666C60"/>
    <w:rsid w:val="00666FC4"/>
    <w:rsid w:val="00667BBA"/>
    <w:rsid w:val="00667CFA"/>
    <w:rsid w:val="00670118"/>
    <w:rsid w:val="00673B54"/>
    <w:rsid w:val="006740FA"/>
    <w:rsid w:val="0067597C"/>
    <w:rsid w:val="00675AAB"/>
    <w:rsid w:val="00676A4F"/>
    <w:rsid w:val="00676E2B"/>
    <w:rsid w:val="00681474"/>
    <w:rsid w:val="006817CC"/>
    <w:rsid w:val="00684B18"/>
    <w:rsid w:val="00686E6C"/>
    <w:rsid w:val="00686EF4"/>
    <w:rsid w:val="006908BF"/>
    <w:rsid w:val="00690A7A"/>
    <w:rsid w:val="0069103D"/>
    <w:rsid w:val="0069420D"/>
    <w:rsid w:val="00694E09"/>
    <w:rsid w:val="00697693"/>
    <w:rsid w:val="00697D5F"/>
    <w:rsid w:val="006A0BA3"/>
    <w:rsid w:val="006A0D35"/>
    <w:rsid w:val="006A1036"/>
    <w:rsid w:val="006A312F"/>
    <w:rsid w:val="006A33A3"/>
    <w:rsid w:val="006A3BD1"/>
    <w:rsid w:val="006A5BC4"/>
    <w:rsid w:val="006A733A"/>
    <w:rsid w:val="006B2496"/>
    <w:rsid w:val="006B2710"/>
    <w:rsid w:val="006B36DF"/>
    <w:rsid w:val="006B5658"/>
    <w:rsid w:val="006B7455"/>
    <w:rsid w:val="006C3F73"/>
    <w:rsid w:val="006C44E0"/>
    <w:rsid w:val="006C4F67"/>
    <w:rsid w:val="006C5869"/>
    <w:rsid w:val="006C615C"/>
    <w:rsid w:val="006C71A5"/>
    <w:rsid w:val="006D20B9"/>
    <w:rsid w:val="006D221A"/>
    <w:rsid w:val="006D5068"/>
    <w:rsid w:val="006E0D42"/>
    <w:rsid w:val="006F6760"/>
    <w:rsid w:val="006F686B"/>
    <w:rsid w:val="006F7231"/>
    <w:rsid w:val="0070019C"/>
    <w:rsid w:val="007016EC"/>
    <w:rsid w:val="00701BDB"/>
    <w:rsid w:val="00704F3E"/>
    <w:rsid w:val="00710210"/>
    <w:rsid w:val="007137D7"/>
    <w:rsid w:val="007173C8"/>
    <w:rsid w:val="00724AA0"/>
    <w:rsid w:val="00730E42"/>
    <w:rsid w:val="007326FB"/>
    <w:rsid w:val="00735D14"/>
    <w:rsid w:val="00741F21"/>
    <w:rsid w:val="00743E32"/>
    <w:rsid w:val="007442AF"/>
    <w:rsid w:val="007443F9"/>
    <w:rsid w:val="00750CCD"/>
    <w:rsid w:val="007522FB"/>
    <w:rsid w:val="00755445"/>
    <w:rsid w:val="00756F3D"/>
    <w:rsid w:val="00757EDC"/>
    <w:rsid w:val="00767080"/>
    <w:rsid w:val="00767099"/>
    <w:rsid w:val="00771365"/>
    <w:rsid w:val="007715E9"/>
    <w:rsid w:val="00771896"/>
    <w:rsid w:val="0077391A"/>
    <w:rsid w:val="00780304"/>
    <w:rsid w:val="0078441E"/>
    <w:rsid w:val="00786856"/>
    <w:rsid w:val="00790243"/>
    <w:rsid w:val="00794FC7"/>
    <w:rsid w:val="00797A2C"/>
    <w:rsid w:val="007A0662"/>
    <w:rsid w:val="007A0D10"/>
    <w:rsid w:val="007A164D"/>
    <w:rsid w:val="007A1E51"/>
    <w:rsid w:val="007A3492"/>
    <w:rsid w:val="007A7B16"/>
    <w:rsid w:val="007B1431"/>
    <w:rsid w:val="007B235A"/>
    <w:rsid w:val="007B2DEA"/>
    <w:rsid w:val="007B3E1C"/>
    <w:rsid w:val="007B6DCC"/>
    <w:rsid w:val="007B6FB2"/>
    <w:rsid w:val="007C1EE4"/>
    <w:rsid w:val="007C2B0A"/>
    <w:rsid w:val="007C340D"/>
    <w:rsid w:val="007C3A69"/>
    <w:rsid w:val="007C644B"/>
    <w:rsid w:val="007C64CB"/>
    <w:rsid w:val="007C67C5"/>
    <w:rsid w:val="007D0037"/>
    <w:rsid w:val="007D27D9"/>
    <w:rsid w:val="007E1177"/>
    <w:rsid w:val="007E2A11"/>
    <w:rsid w:val="007E4AE2"/>
    <w:rsid w:val="007E645B"/>
    <w:rsid w:val="007E6FE8"/>
    <w:rsid w:val="007E7AFA"/>
    <w:rsid w:val="007F372D"/>
    <w:rsid w:val="007F41D3"/>
    <w:rsid w:val="007F51A3"/>
    <w:rsid w:val="00806D42"/>
    <w:rsid w:val="00812BA5"/>
    <w:rsid w:val="00812DF8"/>
    <w:rsid w:val="00813387"/>
    <w:rsid w:val="008142D1"/>
    <w:rsid w:val="00816ABF"/>
    <w:rsid w:val="00816DBA"/>
    <w:rsid w:val="00821968"/>
    <w:rsid w:val="0082265C"/>
    <w:rsid w:val="0082301D"/>
    <w:rsid w:val="00830752"/>
    <w:rsid w:val="00830BDF"/>
    <w:rsid w:val="00831B75"/>
    <w:rsid w:val="00834B7E"/>
    <w:rsid w:val="008366C7"/>
    <w:rsid w:val="00836824"/>
    <w:rsid w:val="00841144"/>
    <w:rsid w:val="008439A2"/>
    <w:rsid w:val="00843A2F"/>
    <w:rsid w:val="0084641E"/>
    <w:rsid w:val="008534EA"/>
    <w:rsid w:val="00853FB7"/>
    <w:rsid w:val="008564FF"/>
    <w:rsid w:val="00861799"/>
    <w:rsid w:val="00862D31"/>
    <w:rsid w:val="0086351C"/>
    <w:rsid w:val="00865A4F"/>
    <w:rsid w:val="00866B26"/>
    <w:rsid w:val="008702B5"/>
    <w:rsid w:val="00870CD3"/>
    <w:rsid w:val="00872DCB"/>
    <w:rsid w:val="00873AC6"/>
    <w:rsid w:val="00875F4B"/>
    <w:rsid w:val="00880BCB"/>
    <w:rsid w:val="00884AE1"/>
    <w:rsid w:val="008852DC"/>
    <w:rsid w:val="0088633B"/>
    <w:rsid w:val="00890346"/>
    <w:rsid w:val="00890950"/>
    <w:rsid w:val="00892653"/>
    <w:rsid w:val="00896325"/>
    <w:rsid w:val="00896DBE"/>
    <w:rsid w:val="008A0740"/>
    <w:rsid w:val="008A08D8"/>
    <w:rsid w:val="008A0E65"/>
    <w:rsid w:val="008B056E"/>
    <w:rsid w:val="008B5A4A"/>
    <w:rsid w:val="008C0B2B"/>
    <w:rsid w:val="008C1C3E"/>
    <w:rsid w:val="008C1C89"/>
    <w:rsid w:val="008C2688"/>
    <w:rsid w:val="008C2E34"/>
    <w:rsid w:val="008C2E5B"/>
    <w:rsid w:val="008C6E86"/>
    <w:rsid w:val="008D0A64"/>
    <w:rsid w:val="008D12A4"/>
    <w:rsid w:val="008D3AB4"/>
    <w:rsid w:val="008D5E89"/>
    <w:rsid w:val="008D760B"/>
    <w:rsid w:val="008E03CE"/>
    <w:rsid w:val="008E1E7F"/>
    <w:rsid w:val="008E2B15"/>
    <w:rsid w:val="008E34DB"/>
    <w:rsid w:val="008E486E"/>
    <w:rsid w:val="008E7F4D"/>
    <w:rsid w:val="008F0142"/>
    <w:rsid w:val="008F5853"/>
    <w:rsid w:val="008F58B7"/>
    <w:rsid w:val="008F5C67"/>
    <w:rsid w:val="008F7334"/>
    <w:rsid w:val="00900B5F"/>
    <w:rsid w:val="00901F04"/>
    <w:rsid w:val="00903A73"/>
    <w:rsid w:val="00903F87"/>
    <w:rsid w:val="00904947"/>
    <w:rsid w:val="00910EAF"/>
    <w:rsid w:val="009110D5"/>
    <w:rsid w:val="0091647F"/>
    <w:rsid w:val="00916669"/>
    <w:rsid w:val="00923850"/>
    <w:rsid w:val="009255E1"/>
    <w:rsid w:val="009270AA"/>
    <w:rsid w:val="009271F7"/>
    <w:rsid w:val="00927940"/>
    <w:rsid w:val="0093205B"/>
    <w:rsid w:val="00934315"/>
    <w:rsid w:val="0094163D"/>
    <w:rsid w:val="00942C7C"/>
    <w:rsid w:val="00942E27"/>
    <w:rsid w:val="0094565F"/>
    <w:rsid w:val="009462B5"/>
    <w:rsid w:val="0095148E"/>
    <w:rsid w:val="009546D2"/>
    <w:rsid w:val="00954755"/>
    <w:rsid w:val="0096083E"/>
    <w:rsid w:val="0096122B"/>
    <w:rsid w:val="00962FF8"/>
    <w:rsid w:val="00963D33"/>
    <w:rsid w:val="009649EE"/>
    <w:rsid w:val="00965635"/>
    <w:rsid w:val="009660D6"/>
    <w:rsid w:val="009663BE"/>
    <w:rsid w:val="0096641C"/>
    <w:rsid w:val="0097328E"/>
    <w:rsid w:val="009740F4"/>
    <w:rsid w:val="00975D7C"/>
    <w:rsid w:val="0097732C"/>
    <w:rsid w:val="00980558"/>
    <w:rsid w:val="009815B7"/>
    <w:rsid w:val="009839AC"/>
    <w:rsid w:val="00983B0F"/>
    <w:rsid w:val="00983C85"/>
    <w:rsid w:val="00985375"/>
    <w:rsid w:val="009866E9"/>
    <w:rsid w:val="0098763F"/>
    <w:rsid w:val="00991FD2"/>
    <w:rsid w:val="009964B2"/>
    <w:rsid w:val="00996AF5"/>
    <w:rsid w:val="009A27DD"/>
    <w:rsid w:val="009A3653"/>
    <w:rsid w:val="009B1B01"/>
    <w:rsid w:val="009B1D63"/>
    <w:rsid w:val="009B24DE"/>
    <w:rsid w:val="009B726D"/>
    <w:rsid w:val="009B7F97"/>
    <w:rsid w:val="009C1959"/>
    <w:rsid w:val="009C237B"/>
    <w:rsid w:val="009C4DC7"/>
    <w:rsid w:val="009C5092"/>
    <w:rsid w:val="009C688E"/>
    <w:rsid w:val="009D44B4"/>
    <w:rsid w:val="009D7B2B"/>
    <w:rsid w:val="009D7DCC"/>
    <w:rsid w:val="009E223A"/>
    <w:rsid w:val="009E287C"/>
    <w:rsid w:val="009E3C52"/>
    <w:rsid w:val="009E5F2C"/>
    <w:rsid w:val="009E625F"/>
    <w:rsid w:val="009E6603"/>
    <w:rsid w:val="009F15B2"/>
    <w:rsid w:val="009F1F1E"/>
    <w:rsid w:val="009F453F"/>
    <w:rsid w:val="00A04BD0"/>
    <w:rsid w:val="00A106ED"/>
    <w:rsid w:val="00A11CEA"/>
    <w:rsid w:val="00A12D03"/>
    <w:rsid w:val="00A13F6B"/>
    <w:rsid w:val="00A144A8"/>
    <w:rsid w:val="00A152B0"/>
    <w:rsid w:val="00A1584C"/>
    <w:rsid w:val="00A17BC7"/>
    <w:rsid w:val="00A21C2A"/>
    <w:rsid w:val="00A3076C"/>
    <w:rsid w:val="00A3087D"/>
    <w:rsid w:val="00A3671C"/>
    <w:rsid w:val="00A4078E"/>
    <w:rsid w:val="00A40B57"/>
    <w:rsid w:val="00A43B89"/>
    <w:rsid w:val="00A501AC"/>
    <w:rsid w:val="00A509D5"/>
    <w:rsid w:val="00A521CB"/>
    <w:rsid w:val="00A53220"/>
    <w:rsid w:val="00A53589"/>
    <w:rsid w:val="00A55DD8"/>
    <w:rsid w:val="00A57D7A"/>
    <w:rsid w:val="00A601ED"/>
    <w:rsid w:val="00A625B4"/>
    <w:rsid w:val="00A630FE"/>
    <w:rsid w:val="00A634CA"/>
    <w:rsid w:val="00A638B6"/>
    <w:rsid w:val="00A64E63"/>
    <w:rsid w:val="00A65202"/>
    <w:rsid w:val="00A66115"/>
    <w:rsid w:val="00A70592"/>
    <w:rsid w:val="00A70AD1"/>
    <w:rsid w:val="00A73C32"/>
    <w:rsid w:val="00A745DD"/>
    <w:rsid w:val="00A750D1"/>
    <w:rsid w:val="00A76239"/>
    <w:rsid w:val="00A76968"/>
    <w:rsid w:val="00A76B5D"/>
    <w:rsid w:val="00A83A8C"/>
    <w:rsid w:val="00A92376"/>
    <w:rsid w:val="00A93FF2"/>
    <w:rsid w:val="00A94ED3"/>
    <w:rsid w:val="00A9696A"/>
    <w:rsid w:val="00A9770E"/>
    <w:rsid w:val="00AA224B"/>
    <w:rsid w:val="00AA5B91"/>
    <w:rsid w:val="00AA661E"/>
    <w:rsid w:val="00AA670B"/>
    <w:rsid w:val="00AA6CA1"/>
    <w:rsid w:val="00AB245E"/>
    <w:rsid w:val="00AB291C"/>
    <w:rsid w:val="00AB66DA"/>
    <w:rsid w:val="00AC0FFD"/>
    <w:rsid w:val="00AC5EF5"/>
    <w:rsid w:val="00AC742D"/>
    <w:rsid w:val="00AD2E03"/>
    <w:rsid w:val="00AD33A3"/>
    <w:rsid w:val="00AD417B"/>
    <w:rsid w:val="00AD5144"/>
    <w:rsid w:val="00AD5FBE"/>
    <w:rsid w:val="00AE0756"/>
    <w:rsid w:val="00AE0CCB"/>
    <w:rsid w:val="00AE5680"/>
    <w:rsid w:val="00AE5832"/>
    <w:rsid w:val="00AE7B6A"/>
    <w:rsid w:val="00AF6C2C"/>
    <w:rsid w:val="00B035FF"/>
    <w:rsid w:val="00B0388A"/>
    <w:rsid w:val="00B045FF"/>
    <w:rsid w:val="00B0547D"/>
    <w:rsid w:val="00B10BC4"/>
    <w:rsid w:val="00B11631"/>
    <w:rsid w:val="00B125D3"/>
    <w:rsid w:val="00B12C88"/>
    <w:rsid w:val="00B16B8C"/>
    <w:rsid w:val="00B22EFE"/>
    <w:rsid w:val="00B247D9"/>
    <w:rsid w:val="00B319EF"/>
    <w:rsid w:val="00B33C6C"/>
    <w:rsid w:val="00B33EF8"/>
    <w:rsid w:val="00B35179"/>
    <w:rsid w:val="00B35ADA"/>
    <w:rsid w:val="00B4121E"/>
    <w:rsid w:val="00B4338A"/>
    <w:rsid w:val="00B43F63"/>
    <w:rsid w:val="00B46220"/>
    <w:rsid w:val="00B46B7D"/>
    <w:rsid w:val="00B53724"/>
    <w:rsid w:val="00B5443C"/>
    <w:rsid w:val="00B544F9"/>
    <w:rsid w:val="00B54C2F"/>
    <w:rsid w:val="00B5517A"/>
    <w:rsid w:val="00B55A04"/>
    <w:rsid w:val="00B56798"/>
    <w:rsid w:val="00B56E3C"/>
    <w:rsid w:val="00B57EAF"/>
    <w:rsid w:val="00B64118"/>
    <w:rsid w:val="00B671C4"/>
    <w:rsid w:val="00B71CC4"/>
    <w:rsid w:val="00B74610"/>
    <w:rsid w:val="00B75E2A"/>
    <w:rsid w:val="00B80F79"/>
    <w:rsid w:val="00B8105C"/>
    <w:rsid w:val="00B95019"/>
    <w:rsid w:val="00BA1B72"/>
    <w:rsid w:val="00BA232D"/>
    <w:rsid w:val="00BA2A49"/>
    <w:rsid w:val="00BA2C6A"/>
    <w:rsid w:val="00BA3C2E"/>
    <w:rsid w:val="00BA579A"/>
    <w:rsid w:val="00BA7F0D"/>
    <w:rsid w:val="00BB2381"/>
    <w:rsid w:val="00BC2030"/>
    <w:rsid w:val="00BC3BC2"/>
    <w:rsid w:val="00BC6673"/>
    <w:rsid w:val="00BC6BE4"/>
    <w:rsid w:val="00BC7717"/>
    <w:rsid w:val="00BC7C33"/>
    <w:rsid w:val="00BC7E83"/>
    <w:rsid w:val="00BD0526"/>
    <w:rsid w:val="00BD0CC1"/>
    <w:rsid w:val="00BD1F43"/>
    <w:rsid w:val="00BD239C"/>
    <w:rsid w:val="00BD3F9B"/>
    <w:rsid w:val="00BD6BF0"/>
    <w:rsid w:val="00BD6E93"/>
    <w:rsid w:val="00BD73E1"/>
    <w:rsid w:val="00BD783E"/>
    <w:rsid w:val="00BE1930"/>
    <w:rsid w:val="00BE2D5A"/>
    <w:rsid w:val="00BE3FD0"/>
    <w:rsid w:val="00BE45F3"/>
    <w:rsid w:val="00BE4EDE"/>
    <w:rsid w:val="00BE5D8C"/>
    <w:rsid w:val="00BE5E9D"/>
    <w:rsid w:val="00BF02A8"/>
    <w:rsid w:val="00BF3519"/>
    <w:rsid w:val="00BF47D8"/>
    <w:rsid w:val="00BF5F48"/>
    <w:rsid w:val="00BF6DB3"/>
    <w:rsid w:val="00BF7A40"/>
    <w:rsid w:val="00BF7CCD"/>
    <w:rsid w:val="00C017AB"/>
    <w:rsid w:val="00C02BA3"/>
    <w:rsid w:val="00C02C86"/>
    <w:rsid w:val="00C07025"/>
    <w:rsid w:val="00C0786A"/>
    <w:rsid w:val="00C10B64"/>
    <w:rsid w:val="00C131F6"/>
    <w:rsid w:val="00C211F2"/>
    <w:rsid w:val="00C23469"/>
    <w:rsid w:val="00C23654"/>
    <w:rsid w:val="00C24A12"/>
    <w:rsid w:val="00C24B37"/>
    <w:rsid w:val="00C25F0F"/>
    <w:rsid w:val="00C26880"/>
    <w:rsid w:val="00C27E31"/>
    <w:rsid w:val="00C31FE3"/>
    <w:rsid w:val="00C322BA"/>
    <w:rsid w:val="00C3298A"/>
    <w:rsid w:val="00C32B46"/>
    <w:rsid w:val="00C36030"/>
    <w:rsid w:val="00C36BC5"/>
    <w:rsid w:val="00C41D22"/>
    <w:rsid w:val="00C42EAC"/>
    <w:rsid w:val="00C44251"/>
    <w:rsid w:val="00C478B1"/>
    <w:rsid w:val="00C52400"/>
    <w:rsid w:val="00C55CC3"/>
    <w:rsid w:val="00C5625C"/>
    <w:rsid w:val="00C56359"/>
    <w:rsid w:val="00C565BF"/>
    <w:rsid w:val="00C5696B"/>
    <w:rsid w:val="00C61B51"/>
    <w:rsid w:val="00C64899"/>
    <w:rsid w:val="00C65580"/>
    <w:rsid w:val="00C655FC"/>
    <w:rsid w:val="00C66555"/>
    <w:rsid w:val="00C6776D"/>
    <w:rsid w:val="00C73F97"/>
    <w:rsid w:val="00C74FEC"/>
    <w:rsid w:val="00C76454"/>
    <w:rsid w:val="00C776BB"/>
    <w:rsid w:val="00C818A8"/>
    <w:rsid w:val="00C835BD"/>
    <w:rsid w:val="00C85587"/>
    <w:rsid w:val="00C91F12"/>
    <w:rsid w:val="00C935CB"/>
    <w:rsid w:val="00C958FB"/>
    <w:rsid w:val="00CA0335"/>
    <w:rsid w:val="00CA3AC6"/>
    <w:rsid w:val="00CA52D7"/>
    <w:rsid w:val="00CA6123"/>
    <w:rsid w:val="00CB04DE"/>
    <w:rsid w:val="00CB3D07"/>
    <w:rsid w:val="00CB56C9"/>
    <w:rsid w:val="00CC0A74"/>
    <w:rsid w:val="00CC1F65"/>
    <w:rsid w:val="00CC6F51"/>
    <w:rsid w:val="00CC700F"/>
    <w:rsid w:val="00CD2665"/>
    <w:rsid w:val="00CD26F8"/>
    <w:rsid w:val="00CD69D9"/>
    <w:rsid w:val="00CE144E"/>
    <w:rsid w:val="00CE3B61"/>
    <w:rsid w:val="00CE7862"/>
    <w:rsid w:val="00CF018B"/>
    <w:rsid w:val="00CF382E"/>
    <w:rsid w:val="00CF48B6"/>
    <w:rsid w:val="00CF75DE"/>
    <w:rsid w:val="00CF7D70"/>
    <w:rsid w:val="00D02003"/>
    <w:rsid w:val="00D02B9A"/>
    <w:rsid w:val="00D05CA9"/>
    <w:rsid w:val="00D061C5"/>
    <w:rsid w:val="00D06584"/>
    <w:rsid w:val="00D1162F"/>
    <w:rsid w:val="00D12309"/>
    <w:rsid w:val="00D1337B"/>
    <w:rsid w:val="00D15AFD"/>
    <w:rsid w:val="00D16F69"/>
    <w:rsid w:val="00D17AA8"/>
    <w:rsid w:val="00D22649"/>
    <w:rsid w:val="00D2614B"/>
    <w:rsid w:val="00D26B99"/>
    <w:rsid w:val="00D274B2"/>
    <w:rsid w:val="00D31793"/>
    <w:rsid w:val="00D320A6"/>
    <w:rsid w:val="00D3578F"/>
    <w:rsid w:val="00D36858"/>
    <w:rsid w:val="00D376CA"/>
    <w:rsid w:val="00D40FAD"/>
    <w:rsid w:val="00D42EAB"/>
    <w:rsid w:val="00D432E0"/>
    <w:rsid w:val="00D5185E"/>
    <w:rsid w:val="00D53856"/>
    <w:rsid w:val="00D54A91"/>
    <w:rsid w:val="00D60A2F"/>
    <w:rsid w:val="00D61974"/>
    <w:rsid w:val="00D62FEA"/>
    <w:rsid w:val="00D6760D"/>
    <w:rsid w:val="00D7131A"/>
    <w:rsid w:val="00D73D4A"/>
    <w:rsid w:val="00D7656F"/>
    <w:rsid w:val="00D76861"/>
    <w:rsid w:val="00D778D5"/>
    <w:rsid w:val="00D8004A"/>
    <w:rsid w:val="00D8178D"/>
    <w:rsid w:val="00D82EA2"/>
    <w:rsid w:val="00D83477"/>
    <w:rsid w:val="00D857E6"/>
    <w:rsid w:val="00D86003"/>
    <w:rsid w:val="00D871ED"/>
    <w:rsid w:val="00D87256"/>
    <w:rsid w:val="00D92115"/>
    <w:rsid w:val="00D9481A"/>
    <w:rsid w:val="00D94901"/>
    <w:rsid w:val="00D958D5"/>
    <w:rsid w:val="00D960C0"/>
    <w:rsid w:val="00D96536"/>
    <w:rsid w:val="00DA2B2E"/>
    <w:rsid w:val="00DA340E"/>
    <w:rsid w:val="00DA4441"/>
    <w:rsid w:val="00DB0E56"/>
    <w:rsid w:val="00DB18CE"/>
    <w:rsid w:val="00DC0070"/>
    <w:rsid w:val="00DC0A67"/>
    <w:rsid w:val="00DC169C"/>
    <w:rsid w:val="00DC7210"/>
    <w:rsid w:val="00DD110D"/>
    <w:rsid w:val="00DD4190"/>
    <w:rsid w:val="00DD53ED"/>
    <w:rsid w:val="00DD6E64"/>
    <w:rsid w:val="00DE1831"/>
    <w:rsid w:val="00DE2E13"/>
    <w:rsid w:val="00DE352D"/>
    <w:rsid w:val="00DE5856"/>
    <w:rsid w:val="00DE6BA8"/>
    <w:rsid w:val="00DE6C74"/>
    <w:rsid w:val="00DF29D0"/>
    <w:rsid w:val="00DF6D18"/>
    <w:rsid w:val="00E00D50"/>
    <w:rsid w:val="00E00F4B"/>
    <w:rsid w:val="00E02C41"/>
    <w:rsid w:val="00E02ECD"/>
    <w:rsid w:val="00E04D57"/>
    <w:rsid w:val="00E05791"/>
    <w:rsid w:val="00E11B4E"/>
    <w:rsid w:val="00E1700A"/>
    <w:rsid w:val="00E202B3"/>
    <w:rsid w:val="00E22F98"/>
    <w:rsid w:val="00E23899"/>
    <w:rsid w:val="00E25B52"/>
    <w:rsid w:val="00E31867"/>
    <w:rsid w:val="00E327B6"/>
    <w:rsid w:val="00E3281C"/>
    <w:rsid w:val="00E35D01"/>
    <w:rsid w:val="00E35D5E"/>
    <w:rsid w:val="00E378CB"/>
    <w:rsid w:val="00E401A9"/>
    <w:rsid w:val="00E408C3"/>
    <w:rsid w:val="00E459F9"/>
    <w:rsid w:val="00E5011B"/>
    <w:rsid w:val="00E50355"/>
    <w:rsid w:val="00E5092F"/>
    <w:rsid w:val="00E5293D"/>
    <w:rsid w:val="00E52D29"/>
    <w:rsid w:val="00E54FE7"/>
    <w:rsid w:val="00E55023"/>
    <w:rsid w:val="00E570FD"/>
    <w:rsid w:val="00E668E9"/>
    <w:rsid w:val="00E66ED0"/>
    <w:rsid w:val="00E72908"/>
    <w:rsid w:val="00E76117"/>
    <w:rsid w:val="00E80E9C"/>
    <w:rsid w:val="00E81A51"/>
    <w:rsid w:val="00E8242A"/>
    <w:rsid w:val="00E838E9"/>
    <w:rsid w:val="00E8769E"/>
    <w:rsid w:val="00E877AA"/>
    <w:rsid w:val="00E87815"/>
    <w:rsid w:val="00E93714"/>
    <w:rsid w:val="00E939CB"/>
    <w:rsid w:val="00E95BFB"/>
    <w:rsid w:val="00E96222"/>
    <w:rsid w:val="00E9665B"/>
    <w:rsid w:val="00E96C6B"/>
    <w:rsid w:val="00EA2634"/>
    <w:rsid w:val="00EA3633"/>
    <w:rsid w:val="00EA39C8"/>
    <w:rsid w:val="00EA5D0A"/>
    <w:rsid w:val="00EB01FA"/>
    <w:rsid w:val="00EB1FFB"/>
    <w:rsid w:val="00EB276F"/>
    <w:rsid w:val="00EB3CF5"/>
    <w:rsid w:val="00EB5355"/>
    <w:rsid w:val="00EB61D2"/>
    <w:rsid w:val="00EB69D4"/>
    <w:rsid w:val="00EC301C"/>
    <w:rsid w:val="00EC41B5"/>
    <w:rsid w:val="00EC4CAC"/>
    <w:rsid w:val="00EC552F"/>
    <w:rsid w:val="00ED19C1"/>
    <w:rsid w:val="00ED2A54"/>
    <w:rsid w:val="00ED2D52"/>
    <w:rsid w:val="00ED3AE8"/>
    <w:rsid w:val="00ED3FC2"/>
    <w:rsid w:val="00EE3390"/>
    <w:rsid w:val="00EE527C"/>
    <w:rsid w:val="00EF1841"/>
    <w:rsid w:val="00EF248E"/>
    <w:rsid w:val="00EF4FD7"/>
    <w:rsid w:val="00EF5FB1"/>
    <w:rsid w:val="00F01F03"/>
    <w:rsid w:val="00F06F09"/>
    <w:rsid w:val="00F10F9C"/>
    <w:rsid w:val="00F12FEA"/>
    <w:rsid w:val="00F1467A"/>
    <w:rsid w:val="00F206BC"/>
    <w:rsid w:val="00F226E4"/>
    <w:rsid w:val="00F4072A"/>
    <w:rsid w:val="00F40846"/>
    <w:rsid w:val="00F40B66"/>
    <w:rsid w:val="00F413A3"/>
    <w:rsid w:val="00F43961"/>
    <w:rsid w:val="00F47C70"/>
    <w:rsid w:val="00F54224"/>
    <w:rsid w:val="00F566C1"/>
    <w:rsid w:val="00F57CD5"/>
    <w:rsid w:val="00F612F0"/>
    <w:rsid w:val="00F65773"/>
    <w:rsid w:val="00F65938"/>
    <w:rsid w:val="00F67294"/>
    <w:rsid w:val="00F716AD"/>
    <w:rsid w:val="00F75D4E"/>
    <w:rsid w:val="00F76BA7"/>
    <w:rsid w:val="00F80DB6"/>
    <w:rsid w:val="00F858EA"/>
    <w:rsid w:val="00F85DA1"/>
    <w:rsid w:val="00F87E4E"/>
    <w:rsid w:val="00F90B96"/>
    <w:rsid w:val="00FA0D2A"/>
    <w:rsid w:val="00FA5C96"/>
    <w:rsid w:val="00FA5F9F"/>
    <w:rsid w:val="00FB01AF"/>
    <w:rsid w:val="00FB052F"/>
    <w:rsid w:val="00FB1C7A"/>
    <w:rsid w:val="00FB2E1B"/>
    <w:rsid w:val="00FB3EE9"/>
    <w:rsid w:val="00FB553A"/>
    <w:rsid w:val="00FB620D"/>
    <w:rsid w:val="00FC0368"/>
    <w:rsid w:val="00FC0A77"/>
    <w:rsid w:val="00FC25E0"/>
    <w:rsid w:val="00FC296D"/>
    <w:rsid w:val="00FC4F60"/>
    <w:rsid w:val="00FD1670"/>
    <w:rsid w:val="00FD395C"/>
    <w:rsid w:val="00FD4CA7"/>
    <w:rsid w:val="00FD6596"/>
    <w:rsid w:val="00FD6EEE"/>
    <w:rsid w:val="00FE0994"/>
    <w:rsid w:val="00FE18E9"/>
    <w:rsid w:val="00FE1FE6"/>
    <w:rsid w:val="00FE2679"/>
    <w:rsid w:val="00FE6C71"/>
    <w:rsid w:val="00FE755C"/>
    <w:rsid w:val="00FE7D0B"/>
    <w:rsid w:val="00FF1F05"/>
    <w:rsid w:val="00FF376C"/>
    <w:rsid w:val="00FF45C1"/>
    <w:rsid w:val="00FF6897"/>
    <w:rsid w:val="00FF7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E0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694E09"/>
    <w:pPr>
      <w:ind w:firstLine="54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379B7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694E09"/>
  </w:style>
  <w:style w:type="paragraph" w:styleId="Header">
    <w:name w:val="header"/>
    <w:basedOn w:val="Normal"/>
    <w:link w:val="HeaderChar"/>
    <w:uiPriority w:val="99"/>
    <w:rsid w:val="00694E0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379B7"/>
    <w:rPr>
      <w:sz w:val="24"/>
      <w:szCs w:val="24"/>
    </w:rPr>
  </w:style>
  <w:style w:type="paragraph" w:customStyle="1" w:styleId="ConsPlusCell">
    <w:name w:val="ConsPlusCell"/>
    <w:uiPriority w:val="99"/>
    <w:rsid w:val="00FC0368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uiPriority w:val="99"/>
    <w:rsid w:val="009663B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367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3671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7A066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A0BF0BFDB2DAAECC2B1702E2E049896D4F4A5198D6E5C53C8A2BADE496FD03A55C17BD327468B7n006E" TargetMode="External"/><Relationship Id="rId13" Type="http://schemas.openxmlformats.org/officeDocument/2006/relationships/hyperlink" Target="consultantplus://offline/ref=064543ECF1AA0F509EFAA3285E53DB02C821BF71902DD8AE866225562EE7766BE044CB3EF37A52D340l3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064543ECF1AA0F509EFAA3285E53DB02C820B67C9928D8AE866225562EE7766BE044CB3EF37A53D340lA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64543ECF1AA0F509EFAA3285E53DB02C820B67C9928D8AE866225562EE7766BE044CB3EF37A52D340lD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64543ECF1AA0F509EFAA3285E53DB02C821BF71902DD8AE866225562EE7766BE044CB3EF37A51D740lBK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64543ECF1AA0F509EFAA3285E53DB02C821BF71902DD8AE866225562EE7766BE044CB3EF37A52DE40lFK" TargetMode="External"/><Relationship Id="rId10" Type="http://schemas.openxmlformats.org/officeDocument/2006/relationships/hyperlink" Target="consultantplus://offline/ref=064543ECF1AA0F509EFAA3285E53DB02C820B67C9928D8AE866225562EE7766BE044CB3EF37A53D640l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64543ECF1AA0F509EFAA3285E53DB02C821BF71902DD8AE866225562EE7766BE044CB3EF37A53D140lEK" TargetMode="External"/><Relationship Id="rId14" Type="http://schemas.openxmlformats.org/officeDocument/2006/relationships/hyperlink" Target="consultantplus://offline/ref=064543ECF1AA0F509EFAA3285E53DB02C820B67C9928D8AE866225562EE7766BE044CB3EF37A52D740lB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430</Words>
  <Characters>2457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оплате труда  работников</dc:title>
  <dc:subject/>
  <dc:creator>Lemeshko_T</dc:creator>
  <cp:keywords/>
  <dc:description/>
  <cp:lastModifiedBy>Starikova_A</cp:lastModifiedBy>
  <cp:revision>5</cp:revision>
  <cp:lastPrinted>2013-08-20T13:34:00Z</cp:lastPrinted>
  <dcterms:created xsi:type="dcterms:W3CDTF">2013-08-06T10:41:00Z</dcterms:created>
  <dcterms:modified xsi:type="dcterms:W3CDTF">2013-08-20T13:35:00Z</dcterms:modified>
</cp:coreProperties>
</file>