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44" w:rsidRDefault="000E4944" w:rsidP="00C24B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Приложение № 2</w:t>
      </w:r>
    </w:p>
    <w:p w:rsidR="000E4944" w:rsidRDefault="000E4944" w:rsidP="008C182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к постановлению главы</w:t>
      </w:r>
    </w:p>
    <w:p w:rsidR="000E4944" w:rsidRDefault="000E4944" w:rsidP="008C182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Волоколамского муниципального района</w:t>
      </w:r>
    </w:p>
    <w:p w:rsidR="000E4944" w:rsidRDefault="000E4944" w:rsidP="00FD5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от 23.09.2013  № 3020</w:t>
      </w:r>
    </w:p>
    <w:p w:rsidR="000E4944" w:rsidRDefault="000E4944" w:rsidP="00C24B3E">
      <w:pPr>
        <w:jc w:val="center"/>
        <w:rPr>
          <w:rFonts w:ascii="Arial" w:hAnsi="Arial" w:cs="Arial"/>
          <w:sz w:val="24"/>
          <w:szCs w:val="24"/>
        </w:rPr>
      </w:pPr>
    </w:p>
    <w:p w:rsidR="000E4944" w:rsidRDefault="000E4944" w:rsidP="00C24B3E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1620"/>
        <w:gridCol w:w="2266"/>
        <w:gridCol w:w="2234"/>
        <w:gridCol w:w="2160"/>
        <w:gridCol w:w="1800"/>
        <w:gridCol w:w="1980"/>
      </w:tblGrid>
      <w:tr w:rsidR="000E4944" w:rsidRPr="008533F2">
        <w:tc>
          <w:tcPr>
            <w:tcW w:w="648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52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 xml:space="preserve">Наименование  мероприятия </w:t>
            </w:r>
          </w:p>
        </w:tc>
        <w:tc>
          <w:tcPr>
            <w:tcW w:w="162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Срок  проведения</w:t>
            </w:r>
          </w:p>
        </w:tc>
        <w:tc>
          <w:tcPr>
            <w:tcW w:w="2266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Объем финансирования на 2011 год (тыс.руб.)</w:t>
            </w:r>
          </w:p>
        </w:tc>
        <w:tc>
          <w:tcPr>
            <w:tcW w:w="2234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Объем финансирования на 2012 год (тыс.руб.)</w:t>
            </w:r>
          </w:p>
        </w:tc>
        <w:tc>
          <w:tcPr>
            <w:tcW w:w="216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Объем финансирования на 2013 год (тыс.руб.)</w:t>
            </w:r>
          </w:p>
        </w:tc>
        <w:tc>
          <w:tcPr>
            <w:tcW w:w="180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Орган  местного самоуправления ответственный за выполнение</w:t>
            </w:r>
          </w:p>
        </w:tc>
      </w:tr>
      <w:tr w:rsidR="000E4944" w:rsidRPr="008533F2">
        <w:tc>
          <w:tcPr>
            <w:tcW w:w="648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0E4944" w:rsidRPr="008533F2" w:rsidRDefault="000E4944" w:rsidP="008A163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4944" w:rsidRPr="008533F2" w:rsidRDefault="000E4944" w:rsidP="008A1632">
            <w:pPr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0E4944" w:rsidRPr="008533F2" w:rsidRDefault="000E4944" w:rsidP="008A16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1000,0</w:t>
            </w: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2234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1200,0</w:t>
            </w: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216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742</w:t>
            </w:r>
            <w:r w:rsidRPr="008533F2">
              <w:rPr>
                <w:rFonts w:ascii="Arial" w:hAnsi="Arial" w:cs="Arial"/>
                <w:sz w:val="24"/>
                <w:szCs w:val="24"/>
              </w:rPr>
              <w:t>,0</w:t>
            </w: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14250,0</w:t>
            </w: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Pr="008533F2" w:rsidRDefault="000E4944" w:rsidP="00BE56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80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3F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Default="000E4944" w:rsidP="005F44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Московской области</w:t>
            </w:r>
          </w:p>
          <w:p w:rsidR="000E4944" w:rsidRDefault="000E4944" w:rsidP="005F44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4944" w:rsidRPr="008533F2" w:rsidRDefault="000E4944" w:rsidP="005F44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980" w:type="dxa"/>
          </w:tcPr>
          <w:p w:rsidR="000E4944" w:rsidRPr="008533F2" w:rsidRDefault="000E4944" w:rsidP="008533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E4944" w:rsidRDefault="000E4944" w:rsidP="00C24B3E">
      <w:pPr>
        <w:jc w:val="center"/>
        <w:rPr>
          <w:rFonts w:ascii="Arial" w:hAnsi="Arial" w:cs="Arial"/>
          <w:sz w:val="24"/>
          <w:szCs w:val="24"/>
        </w:rPr>
      </w:pPr>
    </w:p>
    <w:p w:rsidR="000E4944" w:rsidRDefault="000E4944" w:rsidP="008C1825">
      <w:pPr>
        <w:jc w:val="center"/>
        <w:rPr>
          <w:rFonts w:ascii="Arial" w:hAnsi="Arial" w:cs="Arial"/>
          <w:sz w:val="24"/>
          <w:szCs w:val="24"/>
        </w:rPr>
      </w:pPr>
    </w:p>
    <w:p w:rsidR="000E4944" w:rsidRDefault="000E4944" w:rsidP="008C1825">
      <w:pPr>
        <w:jc w:val="center"/>
        <w:rPr>
          <w:rFonts w:ascii="Arial" w:hAnsi="Arial" w:cs="Arial"/>
          <w:sz w:val="24"/>
          <w:szCs w:val="24"/>
        </w:rPr>
      </w:pPr>
    </w:p>
    <w:p w:rsidR="000E4944" w:rsidRDefault="000E4944" w:rsidP="008C1825">
      <w:pPr>
        <w:jc w:val="center"/>
        <w:rPr>
          <w:rFonts w:ascii="Arial" w:hAnsi="Arial" w:cs="Arial"/>
          <w:sz w:val="24"/>
          <w:szCs w:val="24"/>
        </w:rPr>
      </w:pPr>
    </w:p>
    <w:p w:rsidR="000E4944" w:rsidRPr="008C1825" w:rsidRDefault="000E4944" w:rsidP="008C1825">
      <w:pPr>
        <w:jc w:val="center"/>
        <w:rPr>
          <w:rFonts w:ascii="Arial" w:hAnsi="Arial" w:cs="Arial"/>
          <w:sz w:val="24"/>
          <w:szCs w:val="24"/>
        </w:rPr>
      </w:pPr>
    </w:p>
    <w:sectPr w:rsidR="000E4944" w:rsidRPr="008C1825" w:rsidSect="00C84B7F">
      <w:pgSz w:w="16838" w:h="11906" w:orient="landscape"/>
      <w:pgMar w:top="1079" w:right="638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825"/>
    <w:rsid w:val="00000B0A"/>
    <w:rsid w:val="000108B6"/>
    <w:rsid w:val="00015421"/>
    <w:rsid w:val="00017F79"/>
    <w:rsid w:val="0002476A"/>
    <w:rsid w:val="0002482D"/>
    <w:rsid w:val="000371A0"/>
    <w:rsid w:val="00037BF5"/>
    <w:rsid w:val="0005064D"/>
    <w:rsid w:val="000524A7"/>
    <w:rsid w:val="00052F12"/>
    <w:rsid w:val="00064454"/>
    <w:rsid w:val="00071C62"/>
    <w:rsid w:val="00077AB2"/>
    <w:rsid w:val="0009763D"/>
    <w:rsid w:val="000A28EC"/>
    <w:rsid w:val="000B7AC9"/>
    <w:rsid w:val="000C4139"/>
    <w:rsid w:val="000E2623"/>
    <w:rsid w:val="000E48B0"/>
    <w:rsid w:val="000E4944"/>
    <w:rsid w:val="000E6A54"/>
    <w:rsid w:val="000E7379"/>
    <w:rsid w:val="00102769"/>
    <w:rsid w:val="001067BA"/>
    <w:rsid w:val="00137810"/>
    <w:rsid w:val="001527CE"/>
    <w:rsid w:val="0016012A"/>
    <w:rsid w:val="00160E50"/>
    <w:rsid w:val="001621E3"/>
    <w:rsid w:val="0016584B"/>
    <w:rsid w:val="001921F3"/>
    <w:rsid w:val="0019700B"/>
    <w:rsid w:val="001A3174"/>
    <w:rsid w:val="001F572D"/>
    <w:rsid w:val="00203797"/>
    <w:rsid w:val="00204338"/>
    <w:rsid w:val="00211B58"/>
    <w:rsid w:val="00212104"/>
    <w:rsid w:val="00221AA6"/>
    <w:rsid w:val="002375E0"/>
    <w:rsid w:val="0025099D"/>
    <w:rsid w:val="002516CC"/>
    <w:rsid w:val="002821E1"/>
    <w:rsid w:val="002837B6"/>
    <w:rsid w:val="002936DF"/>
    <w:rsid w:val="002A5375"/>
    <w:rsid w:val="002B0A75"/>
    <w:rsid w:val="002B4DB8"/>
    <w:rsid w:val="002C0925"/>
    <w:rsid w:val="002C7519"/>
    <w:rsid w:val="002C7E47"/>
    <w:rsid w:val="002D680C"/>
    <w:rsid w:val="002E13C2"/>
    <w:rsid w:val="002E5E3D"/>
    <w:rsid w:val="00302B60"/>
    <w:rsid w:val="00320A72"/>
    <w:rsid w:val="00321A13"/>
    <w:rsid w:val="003361EA"/>
    <w:rsid w:val="003475D1"/>
    <w:rsid w:val="00352B55"/>
    <w:rsid w:val="00356261"/>
    <w:rsid w:val="00362C30"/>
    <w:rsid w:val="00371D9A"/>
    <w:rsid w:val="003742A9"/>
    <w:rsid w:val="0039038B"/>
    <w:rsid w:val="0039416B"/>
    <w:rsid w:val="003A33DA"/>
    <w:rsid w:val="003C0036"/>
    <w:rsid w:val="003C67FA"/>
    <w:rsid w:val="003D5D5B"/>
    <w:rsid w:val="003E6A50"/>
    <w:rsid w:val="003F4455"/>
    <w:rsid w:val="004012D1"/>
    <w:rsid w:val="00401B70"/>
    <w:rsid w:val="004048F9"/>
    <w:rsid w:val="004056EA"/>
    <w:rsid w:val="00406C6C"/>
    <w:rsid w:val="00416A75"/>
    <w:rsid w:val="00433266"/>
    <w:rsid w:val="00446B4D"/>
    <w:rsid w:val="00464FED"/>
    <w:rsid w:val="00491D3C"/>
    <w:rsid w:val="004A2FA6"/>
    <w:rsid w:val="004B429A"/>
    <w:rsid w:val="004C7304"/>
    <w:rsid w:val="004E5378"/>
    <w:rsid w:val="004F35AC"/>
    <w:rsid w:val="004F3D52"/>
    <w:rsid w:val="004F6FCE"/>
    <w:rsid w:val="00500272"/>
    <w:rsid w:val="005174E9"/>
    <w:rsid w:val="00543B5A"/>
    <w:rsid w:val="005571A6"/>
    <w:rsid w:val="00562B58"/>
    <w:rsid w:val="005764F2"/>
    <w:rsid w:val="0058038B"/>
    <w:rsid w:val="00596319"/>
    <w:rsid w:val="005A64C7"/>
    <w:rsid w:val="005D4A6A"/>
    <w:rsid w:val="005E4D5C"/>
    <w:rsid w:val="005F38A5"/>
    <w:rsid w:val="005F44D5"/>
    <w:rsid w:val="005F5DF6"/>
    <w:rsid w:val="00622562"/>
    <w:rsid w:val="00632E1F"/>
    <w:rsid w:val="006334FD"/>
    <w:rsid w:val="00642EC7"/>
    <w:rsid w:val="006560EB"/>
    <w:rsid w:val="00656B4F"/>
    <w:rsid w:val="0066530E"/>
    <w:rsid w:val="0067306A"/>
    <w:rsid w:val="00681C9D"/>
    <w:rsid w:val="006836CB"/>
    <w:rsid w:val="0069385B"/>
    <w:rsid w:val="006A1CA8"/>
    <w:rsid w:val="006B503E"/>
    <w:rsid w:val="006B70C4"/>
    <w:rsid w:val="006C6478"/>
    <w:rsid w:val="006D2CF2"/>
    <w:rsid w:val="006E29F7"/>
    <w:rsid w:val="007078C6"/>
    <w:rsid w:val="00713885"/>
    <w:rsid w:val="00725508"/>
    <w:rsid w:val="007256B6"/>
    <w:rsid w:val="00730C62"/>
    <w:rsid w:val="00737738"/>
    <w:rsid w:val="007470D4"/>
    <w:rsid w:val="00780D87"/>
    <w:rsid w:val="007817C3"/>
    <w:rsid w:val="007824DF"/>
    <w:rsid w:val="00782A8D"/>
    <w:rsid w:val="00784CFC"/>
    <w:rsid w:val="00790DB0"/>
    <w:rsid w:val="00794EF0"/>
    <w:rsid w:val="007A6F77"/>
    <w:rsid w:val="007B387C"/>
    <w:rsid w:val="007B5047"/>
    <w:rsid w:val="007D53AF"/>
    <w:rsid w:val="007E4F74"/>
    <w:rsid w:val="007E781F"/>
    <w:rsid w:val="00801DD4"/>
    <w:rsid w:val="008443F8"/>
    <w:rsid w:val="00851B1C"/>
    <w:rsid w:val="008533F2"/>
    <w:rsid w:val="00856278"/>
    <w:rsid w:val="0085799F"/>
    <w:rsid w:val="0087268F"/>
    <w:rsid w:val="00890E63"/>
    <w:rsid w:val="008A1632"/>
    <w:rsid w:val="008A221B"/>
    <w:rsid w:val="008A77DB"/>
    <w:rsid w:val="008B71A7"/>
    <w:rsid w:val="008C1825"/>
    <w:rsid w:val="008F1545"/>
    <w:rsid w:val="00911177"/>
    <w:rsid w:val="00920F93"/>
    <w:rsid w:val="00947186"/>
    <w:rsid w:val="00960799"/>
    <w:rsid w:val="00962668"/>
    <w:rsid w:val="009708F0"/>
    <w:rsid w:val="00973082"/>
    <w:rsid w:val="009739AD"/>
    <w:rsid w:val="00982CD8"/>
    <w:rsid w:val="009867A9"/>
    <w:rsid w:val="009B53B7"/>
    <w:rsid w:val="009C7048"/>
    <w:rsid w:val="009E26E8"/>
    <w:rsid w:val="009E339B"/>
    <w:rsid w:val="009F395D"/>
    <w:rsid w:val="009F7586"/>
    <w:rsid w:val="00A1445F"/>
    <w:rsid w:val="00A171FB"/>
    <w:rsid w:val="00A2572F"/>
    <w:rsid w:val="00A25E48"/>
    <w:rsid w:val="00A31226"/>
    <w:rsid w:val="00A322D2"/>
    <w:rsid w:val="00A34574"/>
    <w:rsid w:val="00A3707A"/>
    <w:rsid w:val="00A40E6B"/>
    <w:rsid w:val="00A4295E"/>
    <w:rsid w:val="00A52538"/>
    <w:rsid w:val="00A52AEF"/>
    <w:rsid w:val="00A56695"/>
    <w:rsid w:val="00A66D7D"/>
    <w:rsid w:val="00A80517"/>
    <w:rsid w:val="00A93888"/>
    <w:rsid w:val="00A94DA4"/>
    <w:rsid w:val="00AA6AD4"/>
    <w:rsid w:val="00AA6F77"/>
    <w:rsid w:val="00AB64D7"/>
    <w:rsid w:val="00AC0AB7"/>
    <w:rsid w:val="00AC7B6D"/>
    <w:rsid w:val="00AD43BA"/>
    <w:rsid w:val="00AD7BE4"/>
    <w:rsid w:val="00AE4B7C"/>
    <w:rsid w:val="00AE6A16"/>
    <w:rsid w:val="00AF589A"/>
    <w:rsid w:val="00AF61D3"/>
    <w:rsid w:val="00B0121F"/>
    <w:rsid w:val="00B01C88"/>
    <w:rsid w:val="00B12092"/>
    <w:rsid w:val="00B160FB"/>
    <w:rsid w:val="00B20851"/>
    <w:rsid w:val="00B305DF"/>
    <w:rsid w:val="00B34627"/>
    <w:rsid w:val="00B3469C"/>
    <w:rsid w:val="00B359CF"/>
    <w:rsid w:val="00B4638A"/>
    <w:rsid w:val="00B47DD7"/>
    <w:rsid w:val="00B540DF"/>
    <w:rsid w:val="00B61D68"/>
    <w:rsid w:val="00B71A4E"/>
    <w:rsid w:val="00B824DC"/>
    <w:rsid w:val="00B90819"/>
    <w:rsid w:val="00B9238B"/>
    <w:rsid w:val="00B93E8F"/>
    <w:rsid w:val="00B959C0"/>
    <w:rsid w:val="00BA7E64"/>
    <w:rsid w:val="00BB3E37"/>
    <w:rsid w:val="00BE2960"/>
    <w:rsid w:val="00BE5634"/>
    <w:rsid w:val="00BF1FC4"/>
    <w:rsid w:val="00BF26EA"/>
    <w:rsid w:val="00BF672C"/>
    <w:rsid w:val="00C1338B"/>
    <w:rsid w:val="00C24B3E"/>
    <w:rsid w:val="00C33178"/>
    <w:rsid w:val="00C40E5B"/>
    <w:rsid w:val="00C42A81"/>
    <w:rsid w:val="00C45AE8"/>
    <w:rsid w:val="00C467ED"/>
    <w:rsid w:val="00C4698F"/>
    <w:rsid w:val="00C561C9"/>
    <w:rsid w:val="00C765D4"/>
    <w:rsid w:val="00C821EC"/>
    <w:rsid w:val="00C84B7F"/>
    <w:rsid w:val="00CA00D1"/>
    <w:rsid w:val="00CB67B4"/>
    <w:rsid w:val="00CC30F4"/>
    <w:rsid w:val="00CC712A"/>
    <w:rsid w:val="00CD1B23"/>
    <w:rsid w:val="00CE639E"/>
    <w:rsid w:val="00CF6BE8"/>
    <w:rsid w:val="00D05FBA"/>
    <w:rsid w:val="00D11E43"/>
    <w:rsid w:val="00D17344"/>
    <w:rsid w:val="00D35067"/>
    <w:rsid w:val="00D56EA6"/>
    <w:rsid w:val="00D61AE4"/>
    <w:rsid w:val="00D64FBB"/>
    <w:rsid w:val="00D72A6B"/>
    <w:rsid w:val="00D76C4E"/>
    <w:rsid w:val="00D80169"/>
    <w:rsid w:val="00D869EA"/>
    <w:rsid w:val="00D94795"/>
    <w:rsid w:val="00DA4F25"/>
    <w:rsid w:val="00DB51BE"/>
    <w:rsid w:val="00DC4F24"/>
    <w:rsid w:val="00DC5E0A"/>
    <w:rsid w:val="00DE41B4"/>
    <w:rsid w:val="00DE7372"/>
    <w:rsid w:val="00DF0C45"/>
    <w:rsid w:val="00E02099"/>
    <w:rsid w:val="00E0268B"/>
    <w:rsid w:val="00E13DDF"/>
    <w:rsid w:val="00E2750F"/>
    <w:rsid w:val="00E3277F"/>
    <w:rsid w:val="00E33256"/>
    <w:rsid w:val="00E37582"/>
    <w:rsid w:val="00E462E9"/>
    <w:rsid w:val="00E469B0"/>
    <w:rsid w:val="00E46C98"/>
    <w:rsid w:val="00E62F4F"/>
    <w:rsid w:val="00E75FC4"/>
    <w:rsid w:val="00E902D6"/>
    <w:rsid w:val="00EB67EA"/>
    <w:rsid w:val="00EC0B88"/>
    <w:rsid w:val="00ED31B8"/>
    <w:rsid w:val="00EE2648"/>
    <w:rsid w:val="00EE45CC"/>
    <w:rsid w:val="00EF341E"/>
    <w:rsid w:val="00EF47F2"/>
    <w:rsid w:val="00F00B28"/>
    <w:rsid w:val="00F10A67"/>
    <w:rsid w:val="00F11B1B"/>
    <w:rsid w:val="00F12C6C"/>
    <w:rsid w:val="00F13776"/>
    <w:rsid w:val="00F2311A"/>
    <w:rsid w:val="00F26854"/>
    <w:rsid w:val="00F41EB0"/>
    <w:rsid w:val="00F61163"/>
    <w:rsid w:val="00F87A3B"/>
    <w:rsid w:val="00F93675"/>
    <w:rsid w:val="00FA16D7"/>
    <w:rsid w:val="00FA462C"/>
    <w:rsid w:val="00FA74B5"/>
    <w:rsid w:val="00FC1600"/>
    <w:rsid w:val="00FD556A"/>
    <w:rsid w:val="00FF0044"/>
    <w:rsid w:val="00FF0475"/>
    <w:rsid w:val="00FF1737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8C1825"/>
    <w:pPr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0">
    <w:name w:val="Заголовок таблицы"/>
    <w:basedOn w:val="a"/>
    <w:uiPriority w:val="99"/>
    <w:rsid w:val="008C1825"/>
    <w:pPr>
      <w:jc w:val="center"/>
    </w:pPr>
    <w:rPr>
      <w:b/>
      <w:bCs/>
      <w:i/>
      <w:iCs/>
    </w:rPr>
  </w:style>
  <w:style w:type="table" w:styleId="TableGrid">
    <w:name w:val="Table Grid"/>
    <w:basedOn w:val="TableNormal"/>
    <w:uiPriority w:val="99"/>
    <w:rsid w:val="00C45AE8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56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56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136</Words>
  <Characters>777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Приложение №1</dc:title>
  <dc:subject/>
  <dc:creator>Kurchis_A</dc:creator>
  <cp:keywords/>
  <dc:description/>
  <cp:lastModifiedBy>Starikova_A</cp:lastModifiedBy>
  <cp:revision>4</cp:revision>
  <cp:lastPrinted>2013-09-12T08:30:00Z</cp:lastPrinted>
  <dcterms:created xsi:type="dcterms:W3CDTF">2013-09-12T07:30:00Z</dcterms:created>
  <dcterms:modified xsi:type="dcterms:W3CDTF">2013-09-24T07:26:00Z</dcterms:modified>
</cp:coreProperties>
</file>